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0A240A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A240A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A240A">
            <w:pPr>
              <w:pStyle w:val="CUSTOMHeaderText"/>
            </w:pPr>
          </w:p>
        </w:tc>
      </w:tr>
      <w:tr w:rsidR="00575A29" w:rsidTr="002A4EEF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A240A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A240A">
            <w:pPr>
              <w:pStyle w:val="CUSTOMHeaderText"/>
            </w:pPr>
          </w:p>
        </w:tc>
      </w:tr>
      <w:tr w:rsidR="00575A29" w:rsidTr="002A4EEF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8F2E7E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3622182</wp:posOffset>
                      </wp:positionH>
                      <wp:positionV relativeFrom="paragraph">
                        <wp:posOffset>771184</wp:posOffset>
                      </wp:positionV>
                      <wp:extent cx="143302" cy="451737"/>
                      <wp:effectExtent l="0" t="0" r="47625" b="24765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02" cy="451737"/>
                              </a:xfrm>
                              <a:custGeom>
                                <a:avLst/>
                                <a:gdLst>
                                  <a:gd name="connsiteX0" fmla="*/ 75063 w 143302"/>
                                  <a:gd name="connsiteY0" fmla="*/ 68239 h 451737"/>
                                  <a:gd name="connsiteX1" fmla="*/ 95534 w 143302"/>
                                  <a:gd name="connsiteY1" fmla="*/ 102358 h 451737"/>
                                  <a:gd name="connsiteX2" fmla="*/ 116006 w 143302"/>
                                  <a:gd name="connsiteY2" fmla="*/ 163773 h 451737"/>
                                  <a:gd name="connsiteX3" fmla="*/ 122830 w 143302"/>
                                  <a:gd name="connsiteY3" fmla="*/ 204716 h 451737"/>
                                  <a:gd name="connsiteX4" fmla="*/ 129654 w 143302"/>
                                  <a:gd name="connsiteY4" fmla="*/ 225188 h 451737"/>
                                  <a:gd name="connsiteX5" fmla="*/ 143302 w 143302"/>
                                  <a:gd name="connsiteY5" fmla="*/ 279779 h 451737"/>
                                  <a:gd name="connsiteX6" fmla="*/ 136478 w 143302"/>
                                  <a:gd name="connsiteY6" fmla="*/ 375313 h 451737"/>
                                  <a:gd name="connsiteX7" fmla="*/ 116006 w 143302"/>
                                  <a:gd name="connsiteY7" fmla="*/ 382137 h 451737"/>
                                  <a:gd name="connsiteX8" fmla="*/ 109182 w 143302"/>
                                  <a:gd name="connsiteY8" fmla="*/ 402609 h 451737"/>
                                  <a:gd name="connsiteX9" fmla="*/ 102358 w 143302"/>
                                  <a:gd name="connsiteY9" fmla="*/ 450376 h 451737"/>
                                  <a:gd name="connsiteX10" fmla="*/ 88711 w 143302"/>
                                  <a:gd name="connsiteY10" fmla="*/ 429904 h 451737"/>
                                  <a:gd name="connsiteX11" fmla="*/ 102358 w 143302"/>
                                  <a:gd name="connsiteY11" fmla="*/ 293427 h 451737"/>
                                  <a:gd name="connsiteX12" fmla="*/ 109182 w 143302"/>
                                  <a:gd name="connsiteY12" fmla="*/ 272955 h 451737"/>
                                  <a:gd name="connsiteX13" fmla="*/ 95534 w 143302"/>
                                  <a:gd name="connsiteY13" fmla="*/ 116006 h 451737"/>
                                  <a:gd name="connsiteX14" fmla="*/ 88711 w 143302"/>
                                  <a:gd name="connsiteY14" fmla="*/ 95534 h 451737"/>
                                  <a:gd name="connsiteX15" fmla="*/ 75063 w 143302"/>
                                  <a:gd name="connsiteY15" fmla="*/ 75062 h 451737"/>
                                  <a:gd name="connsiteX16" fmla="*/ 54591 w 143302"/>
                                  <a:gd name="connsiteY16" fmla="*/ 47767 h 451737"/>
                                  <a:gd name="connsiteX17" fmla="*/ 34120 w 143302"/>
                                  <a:gd name="connsiteY17" fmla="*/ 34119 h 451737"/>
                                  <a:gd name="connsiteX18" fmla="*/ 20472 w 143302"/>
                                  <a:gd name="connsiteY18" fmla="*/ 13648 h 451737"/>
                                  <a:gd name="connsiteX19" fmla="*/ 0 w 143302"/>
                                  <a:gd name="connsiteY19" fmla="*/ 0 h 4517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143302" h="451737">
                                    <a:moveTo>
                                      <a:pt x="75063" y="68239"/>
                                    </a:moveTo>
                                    <a:cubicBezTo>
                                      <a:pt x="81887" y="79612"/>
                                      <a:pt x="90046" y="90284"/>
                                      <a:pt x="95534" y="102358"/>
                                    </a:cubicBezTo>
                                    <a:lnTo>
                                      <a:pt x="116006" y="163773"/>
                                    </a:lnTo>
                                    <a:cubicBezTo>
                                      <a:pt x="120381" y="176899"/>
                                      <a:pt x="119829" y="191210"/>
                                      <a:pt x="122830" y="204716"/>
                                    </a:cubicBezTo>
                                    <a:cubicBezTo>
                                      <a:pt x="124390" y="211738"/>
                                      <a:pt x="127909" y="218210"/>
                                      <a:pt x="129654" y="225188"/>
                                    </a:cubicBezTo>
                                    <a:lnTo>
                                      <a:pt x="143302" y="279779"/>
                                    </a:lnTo>
                                    <a:cubicBezTo>
                                      <a:pt x="141027" y="311624"/>
                                      <a:pt x="144704" y="344465"/>
                                      <a:pt x="136478" y="375313"/>
                                    </a:cubicBezTo>
                                    <a:cubicBezTo>
                                      <a:pt x="134625" y="382263"/>
                                      <a:pt x="121092" y="377051"/>
                                      <a:pt x="116006" y="382137"/>
                                    </a:cubicBezTo>
                                    <a:cubicBezTo>
                                      <a:pt x="110920" y="387223"/>
                                      <a:pt x="111457" y="395785"/>
                                      <a:pt x="109182" y="402609"/>
                                    </a:cubicBezTo>
                                    <a:cubicBezTo>
                                      <a:pt x="106907" y="418531"/>
                                      <a:pt x="112008" y="437509"/>
                                      <a:pt x="102358" y="450376"/>
                                    </a:cubicBezTo>
                                    <a:cubicBezTo>
                                      <a:pt x="97437" y="456937"/>
                                      <a:pt x="89142" y="438094"/>
                                      <a:pt x="88711" y="429904"/>
                                    </a:cubicBezTo>
                                    <a:cubicBezTo>
                                      <a:pt x="85948" y="377415"/>
                                      <a:pt x="89305" y="339110"/>
                                      <a:pt x="102358" y="293427"/>
                                    </a:cubicBezTo>
                                    <a:cubicBezTo>
                                      <a:pt x="104334" y="286511"/>
                                      <a:pt x="106907" y="279779"/>
                                      <a:pt x="109182" y="272955"/>
                                    </a:cubicBezTo>
                                    <a:cubicBezTo>
                                      <a:pt x="104442" y="182893"/>
                                      <a:pt x="112296" y="174677"/>
                                      <a:pt x="95534" y="116006"/>
                                    </a:cubicBezTo>
                                    <a:cubicBezTo>
                                      <a:pt x="93558" y="109090"/>
                                      <a:pt x="91928" y="101968"/>
                                      <a:pt x="88711" y="95534"/>
                                    </a:cubicBezTo>
                                    <a:cubicBezTo>
                                      <a:pt x="85043" y="88198"/>
                                      <a:pt x="79830" y="81736"/>
                                      <a:pt x="75063" y="75062"/>
                                    </a:cubicBezTo>
                                    <a:cubicBezTo>
                                      <a:pt x="68452" y="65807"/>
                                      <a:pt x="62633" y="55809"/>
                                      <a:pt x="54591" y="47767"/>
                                    </a:cubicBezTo>
                                    <a:cubicBezTo>
                                      <a:pt x="48792" y="41968"/>
                                      <a:pt x="40944" y="38668"/>
                                      <a:pt x="34120" y="34119"/>
                                    </a:cubicBezTo>
                                    <a:cubicBezTo>
                                      <a:pt x="29571" y="27295"/>
                                      <a:pt x="26271" y="19447"/>
                                      <a:pt x="20472" y="13648"/>
                                    </a:cubicBezTo>
                                    <a:cubicBezTo>
                                      <a:pt x="14673" y="7849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o:spid="_x0000_s1026" style="position:absolute;margin-left:285.2pt;margin-top:60.7pt;width:11.3pt;height:35.5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3302,4517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" path="m75063,68239v6824,11373,14983,22045,20471,34119l116006,163773v4375,13126,3823,27437,6824,40943c124390,211738,127909,218210,129654,225188r13648,54591c141027,311624,144704,344465,136478,375313v-1853,6950,-15386,1738,-20472,6824c110920,387223,111457,395785,109182,402609v-2275,15922,2826,34900,-6824,47767c97437,456937,89142,438094,88711,429904v-2763,-52489,594,-90794,13647,-136477c104334,286511,106907,279779,109182,272955v-4740,-90062,3114,-98278,-13648,-156949c93558,109090,91928,101968,88711,95534,85043,88198,79830,81736,75063,75062,68452,65807,62633,55809,54591,47767,48792,41968,40944,38668,34120,34119,29571,27295,26271,19447,20472,13648,14673,7849,,,,e" fillcolor="#7f7f7f [1612]" strokecolor="#7f7f7f [1612]" strokeweight="1pt">
                      <v:stroke joinstyle="miter"/>
                      <v:path arrowok="t" o:connecttype="custom" o:connectlocs="75063,68239;95534,102358;116006,163773;122830,204716;129654,225188;143302,279779;136478,375313;116006,382137;109182,402609;102358,450376;88711,429904;102358,293427;109182,272955;95534,116006;88711,95534;75063,75062;54591,47767;34120,34119;20472,13648;0,0" o:connectangles="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3820075</wp:posOffset>
                      </wp:positionH>
                      <wp:positionV relativeFrom="paragraph">
                        <wp:posOffset>839099</wp:posOffset>
                      </wp:positionV>
                      <wp:extent cx="54635" cy="348342"/>
                      <wp:effectExtent l="0" t="0" r="21590" b="33020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635" cy="348342"/>
                              </a:xfrm>
                              <a:custGeom>
                                <a:avLst/>
                                <a:gdLst>
                                  <a:gd name="connsiteX0" fmla="*/ 47767 w 54635"/>
                                  <a:gd name="connsiteY0" fmla="*/ 27619 h 348342"/>
                                  <a:gd name="connsiteX1" fmla="*/ 13647 w 54635"/>
                                  <a:gd name="connsiteY1" fmla="*/ 54915 h 348342"/>
                                  <a:gd name="connsiteX2" fmla="*/ 0 w 54635"/>
                                  <a:gd name="connsiteY2" fmla="*/ 95858 h 348342"/>
                                  <a:gd name="connsiteX3" fmla="*/ 20471 w 54635"/>
                                  <a:gd name="connsiteY3" fmla="*/ 280103 h 348342"/>
                                  <a:gd name="connsiteX4" fmla="*/ 47767 w 54635"/>
                                  <a:gd name="connsiteY4" fmla="*/ 348342 h 348342"/>
                                  <a:gd name="connsiteX5" fmla="*/ 47767 w 54635"/>
                                  <a:gd name="connsiteY5" fmla="*/ 324 h 348342"/>
                                  <a:gd name="connsiteX6" fmla="*/ 47767 w 54635"/>
                                  <a:gd name="connsiteY6" fmla="*/ 27619 h 3483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54635" h="348342">
                                    <a:moveTo>
                                      <a:pt x="47767" y="27619"/>
                                    </a:moveTo>
                                    <a:cubicBezTo>
                                      <a:pt x="42080" y="36717"/>
                                      <a:pt x="21999" y="42983"/>
                                      <a:pt x="13647" y="54915"/>
                                    </a:cubicBezTo>
                                    <a:cubicBezTo>
                                      <a:pt x="5397" y="66700"/>
                                      <a:pt x="0" y="95858"/>
                                      <a:pt x="0" y="95858"/>
                                    </a:cubicBezTo>
                                    <a:cubicBezTo>
                                      <a:pt x="9291" y="216642"/>
                                      <a:pt x="2630" y="155209"/>
                                      <a:pt x="20471" y="280103"/>
                                    </a:cubicBezTo>
                                    <a:cubicBezTo>
                                      <a:pt x="30374" y="349429"/>
                                      <a:pt x="6956" y="334738"/>
                                      <a:pt x="47767" y="348342"/>
                                    </a:cubicBezTo>
                                    <a:cubicBezTo>
                                      <a:pt x="53250" y="194829"/>
                                      <a:pt x="59997" y="147084"/>
                                      <a:pt x="47767" y="324"/>
                                    </a:cubicBezTo>
                                    <a:cubicBezTo>
                                      <a:pt x="47500" y="-2882"/>
                                      <a:pt x="53454" y="18521"/>
                                      <a:pt x="47767" y="2761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8" o:spid="_x0000_s1026" style="position:absolute;margin-left:300.8pt;margin-top:66.05pt;width:4.3pt;height:27.4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635,348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" path="m47767,27619c42080,36717,21999,42983,13647,54915,5397,66700,,95858,,95858v9291,120784,2630,59351,20471,184245c30374,349429,6956,334738,47767,348342,53250,194829,59997,147084,47767,324v-267,-3206,5687,18197,,27295xe" fillcolor="#7f7f7f [1612]" strokecolor="#7f7f7f [1612]" strokeweight="1pt">
                      <v:stroke joinstyle="miter"/>
                      <v:path arrowok="t" o:connecttype="custom" o:connectlocs="47767,27619;13647,54915;0,95858;20471,280103;47767,348342;47767,324;47767,27619" o:connectangles="0,0,0,0,0,0,0"/>
                    </v:shape>
                  </w:pict>
                </mc:Fallback>
              </mc:AlternateContent>
            </w:r>
            <w:r w:rsidR="004A0314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3107679</wp:posOffset>
                      </wp:positionH>
                      <wp:positionV relativeFrom="paragraph">
                        <wp:posOffset>4284345</wp:posOffset>
                      </wp:positionV>
                      <wp:extent cx="66686" cy="304800"/>
                      <wp:effectExtent l="0" t="0" r="28575" b="19050"/>
                      <wp:wrapNone/>
                      <wp:docPr id="147" name="Freeform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86" cy="304800"/>
                              </a:xfrm>
                              <a:custGeom>
                                <a:avLst/>
                                <a:gdLst>
                                  <a:gd name="connsiteX0" fmla="*/ 66686 w 66686"/>
                                  <a:gd name="connsiteY0" fmla="*/ 0 h 304800"/>
                                  <a:gd name="connsiteX1" fmla="*/ 47636 w 66686"/>
                                  <a:gd name="connsiteY1" fmla="*/ 209550 h 304800"/>
                                  <a:gd name="connsiteX2" fmla="*/ 38111 w 66686"/>
                                  <a:gd name="connsiteY2" fmla="*/ 238125 h 304800"/>
                                  <a:gd name="connsiteX3" fmla="*/ 11 w 66686"/>
                                  <a:gd name="connsiteY3" fmla="*/ 304800 h 3048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66686" h="304800">
                                    <a:moveTo>
                                      <a:pt x="66686" y="0"/>
                                    </a:moveTo>
                                    <a:cubicBezTo>
                                      <a:pt x="62588" y="61472"/>
                                      <a:pt x="60656" y="144449"/>
                                      <a:pt x="47636" y="209550"/>
                                    </a:cubicBezTo>
                                    <a:cubicBezTo>
                                      <a:pt x="45667" y="219395"/>
                                      <a:pt x="42987" y="229348"/>
                                      <a:pt x="38111" y="238125"/>
                                    </a:cubicBezTo>
                                    <a:cubicBezTo>
                                      <a:pt x="-1750" y="309875"/>
                                      <a:pt x="11" y="270721"/>
                                      <a:pt x="11" y="30480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7" o:spid="_x0000_s1026" style="position:absolute;margin-left:244.7pt;margin-top:337.35pt;width:5.25pt;height:24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686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" path="m66686,c62588,61472,60656,144449,47636,209550v-1969,9845,-4649,19798,-9525,28575c-1750,309875,11,270721,11,304800e" filled="f" strokecolor="red" strokeweight="1pt">
                      <v:stroke joinstyle="miter"/>
                      <v:path arrowok="t" o:connecttype="custom" o:connectlocs="66686,0;47636,209550;38111,238125;11,304800" o:connectangles="0,0,0,0"/>
                    </v:shape>
                  </w:pict>
                </mc:Fallback>
              </mc:AlternateContent>
            </w:r>
            <w:r w:rsidR="003A5E6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2745740</wp:posOffset>
                      </wp:positionH>
                      <wp:positionV relativeFrom="paragraph">
                        <wp:posOffset>4003358</wp:posOffset>
                      </wp:positionV>
                      <wp:extent cx="71438" cy="248170"/>
                      <wp:effectExtent l="0" t="0" r="43180" b="19050"/>
                      <wp:wrapNone/>
                      <wp:docPr id="146" name="Freeform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438" cy="248170"/>
                              </a:xfrm>
                              <a:custGeom>
                                <a:avLst/>
                                <a:gdLst>
                                  <a:gd name="connsiteX0" fmla="*/ 0 w 71438"/>
                                  <a:gd name="connsiteY0" fmla="*/ 0 h 248170"/>
                                  <a:gd name="connsiteX1" fmla="*/ 19050 w 71438"/>
                                  <a:gd name="connsiteY1" fmla="*/ 52387 h 248170"/>
                                  <a:gd name="connsiteX2" fmla="*/ 23813 w 71438"/>
                                  <a:gd name="connsiteY2" fmla="*/ 66675 h 248170"/>
                                  <a:gd name="connsiteX3" fmla="*/ 28575 w 71438"/>
                                  <a:gd name="connsiteY3" fmla="*/ 80962 h 248170"/>
                                  <a:gd name="connsiteX4" fmla="*/ 38100 w 71438"/>
                                  <a:gd name="connsiteY4" fmla="*/ 95250 h 248170"/>
                                  <a:gd name="connsiteX5" fmla="*/ 52388 w 71438"/>
                                  <a:gd name="connsiteY5" fmla="*/ 142875 h 248170"/>
                                  <a:gd name="connsiteX6" fmla="*/ 61913 w 71438"/>
                                  <a:gd name="connsiteY6" fmla="*/ 171450 h 248170"/>
                                  <a:gd name="connsiteX7" fmla="*/ 71438 w 71438"/>
                                  <a:gd name="connsiteY7" fmla="*/ 228600 h 248170"/>
                                  <a:gd name="connsiteX8" fmla="*/ 66675 w 71438"/>
                                  <a:gd name="connsiteY8" fmla="*/ 247650 h 248170"/>
                                  <a:gd name="connsiteX9" fmla="*/ 57150 w 71438"/>
                                  <a:gd name="connsiteY9" fmla="*/ 219075 h 248170"/>
                                  <a:gd name="connsiteX10" fmla="*/ 47625 w 71438"/>
                                  <a:gd name="connsiteY10" fmla="*/ 204787 h 248170"/>
                                  <a:gd name="connsiteX11" fmla="*/ 42863 w 71438"/>
                                  <a:gd name="connsiteY11" fmla="*/ 185737 h 248170"/>
                                  <a:gd name="connsiteX12" fmla="*/ 38100 w 71438"/>
                                  <a:gd name="connsiteY12" fmla="*/ 171450 h 248170"/>
                                  <a:gd name="connsiteX13" fmla="*/ 28575 w 71438"/>
                                  <a:gd name="connsiteY13" fmla="*/ 133350 h 248170"/>
                                  <a:gd name="connsiteX14" fmla="*/ 23813 w 71438"/>
                                  <a:gd name="connsiteY14" fmla="*/ 90487 h 248170"/>
                                  <a:gd name="connsiteX15" fmla="*/ 19050 w 71438"/>
                                  <a:gd name="connsiteY15" fmla="*/ 52387 h 248170"/>
                                  <a:gd name="connsiteX16" fmla="*/ 0 w 71438"/>
                                  <a:gd name="connsiteY16" fmla="*/ 0 h 2481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71438" h="248170">
                                    <a:moveTo>
                                      <a:pt x="0" y="0"/>
                                    </a:moveTo>
                                    <a:cubicBezTo>
                                      <a:pt x="13255" y="33138"/>
                                      <a:pt x="6820" y="15698"/>
                                      <a:pt x="19050" y="52387"/>
                                    </a:cubicBezTo>
                                    <a:lnTo>
                                      <a:pt x="23813" y="66675"/>
                                    </a:lnTo>
                                    <a:cubicBezTo>
                                      <a:pt x="25400" y="71437"/>
                                      <a:pt x="25791" y="76785"/>
                                      <a:pt x="28575" y="80962"/>
                                    </a:cubicBezTo>
                                    <a:cubicBezTo>
                                      <a:pt x="31750" y="85725"/>
                                      <a:pt x="35775" y="90019"/>
                                      <a:pt x="38100" y="95250"/>
                                    </a:cubicBezTo>
                                    <a:cubicBezTo>
                                      <a:pt x="48460" y="118559"/>
                                      <a:pt x="45995" y="121566"/>
                                      <a:pt x="52388" y="142875"/>
                                    </a:cubicBezTo>
                                    <a:cubicBezTo>
                                      <a:pt x="55273" y="152492"/>
                                      <a:pt x="58738" y="161925"/>
                                      <a:pt x="61913" y="171450"/>
                                    </a:cubicBezTo>
                                    <a:cubicBezTo>
                                      <a:pt x="65393" y="181891"/>
                                      <a:pt x="70360" y="221057"/>
                                      <a:pt x="71438" y="228600"/>
                                    </a:cubicBezTo>
                                    <a:cubicBezTo>
                                      <a:pt x="69850" y="234950"/>
                                      <a:pt x="72121" y="251281"/>
                                      <a:pt x="66675" y="247650"/>
                                    </a:cubicBezTo>
                                    <a:cubicBezTo>
                                      <a:pt x="58321" y="242081"/>
                                      <a:pt x="62719" y="227429"/>
                                      <a:pt x="57150" y="219075"/>
                                    </a:cubicBezTo>
                                    <a:lnTo>
                                      <a:pt x="47625" y="204787"/>
                                    </a:lnTo>
                                    <a:cubicBezTo>
                                      <a:pt x="46038" y="198437"/>
                                      <a:pt x="44661" y="192031"/>
                                      <a:pt x="42863" y="185737"/>
                                    </a:cubicBezTo>
                                    <a:cubicBezTo>
                                      <a:pt x="41484" y="180910"/>
                                      <a:pt x="39421" y="176293"/>
                                      <a:pt x="38100" y="171450"/>
                                    </a:cubicBezTo>
                                    <a:cubicBezTo>
                                      <a:pt x="34655" y="158820"/>
                                      <a:pt x="28575" y="133350"/>
                                      <a:pt x="28575" y="133350"/>
                                    </a:cubicBezTo>
                                    <a:cubicBezTo>
                                      <a:pt x="26988" y="119062"/>
                                      <a:pt x="25493" y="104764"/>
                                      <a:pt x="23813" y="90487"/>
                                    </a:cubicBezTo>
                                    <a:cubicBezTo>
                                      <a:pt x="22318" y="77776"/>
                                      <a:pt x="20463" y="65108"/>
                                      <a:pt x="19050" y="52387"/>
                                    </a:cubicBezTo>
                                    <a:cubicBezTo>
                                      <a:pt x="14130" y="8108"/>
                                      <a:pt x="14288" y="20226"/>
                                      <a:pt x="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6" o:spid="_x0000_s1026" style="position:absolute;margin-left:216.2pt;margin-top:315.25pt;width:5.65pt;height:19.55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438,248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" path="m,c13255,33138,6820,15698,19050,52387r4763,14288c25400,71437,25791,76785,28575,80962v3175,4763,7200,9057,9525,14288c48460,118559,45995,121566,52388,142875v2885,9617,6350,19050,9525,28575c65393,181891,70360,221057,71438,228600v-1588,6350,683,22681,-4763,19050c58321,242081,62719,227429,57150,219075l47625,204787v-1587,-6350,-2964,-12756,-4762,-19050c41484,180910,39421,176293,38100,171450,34655,158820,28575,133350,28575,133350,26988,119062,25493,104764,23813,90487,22318,77776,20463,65108,19050,52387,14130,8108,14288,20226,,xe" fillcolor="#7f7f7f [1612]" strokecolor="#7f7f7f [1612]" strokeweight="1pt">
                      <v:stroke joinstyle="miter"/>
                      <v:path arrowok="t" o:connecttype="custom" o:connectlocs="0,0;19050,52387;23813,66675;28575,80962;38100,95250;52388,142875;61913,171450;71438,228600;66675,247650;57150,219075;47625,204787;42863,185737;38100,171450;28575,133350;23813,90487;19050,52387;0,0" o:connectangles="0,0,0,0,0,0,0,0,0,0,0,0,0,0,0,0,0"/>
                    </v:shape>
                  </w:pict>
                </mc:Fallback>
              </mc:AlternateContent>
            </w:r>
            <w:r w:rsidR="003A5E6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2731181</wp:posOffset>
                      </wp:positionH>
                      <wp:positionV relativeFrom="paragraph">
                        <wp:posOffset>4062071</wp:posOffset>
                      </wp:positionV>
                      <wp:extent cx="54228" cy="179898"/>
                      <wp:effectExtent l="0" t="0" r="22225" b="10795"/>
                      <wp:wrapNone/>
                      <wp:docPr id="145" name="Freeform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228" cy="179898"/>
                              </a:xfrm>
                              <a:custGeom>
                                <a:avLst/>
                                <a:gdLst>
                                  <a:gd name="connsiteX0" fmla="*/ 4371 w 54228"/>
                                  <a:gd name="connsiteY0" fmla="*/ 300 h 179898"/>
                                  <a:gd name="connsiteX1" fmla="*/ 12323 w 54228"/>
                                  <a:gd name="connsiteY1" fmla="*/ 55959 h 179898"/>
                                  <a:gd name="connsiteX2" fmla="*/ 28225 w 54228"/>
                                  <a:gd name="connsiteY2" fmla="*/ 127521 h 179898"/>
                                  <a:gd name="connsiteX3" fmla="*/ 44128 w 54228"/>
                                  <a:gd name="connsiteY3" fmla="*/ 151375 h 179898"/>
                                  <a:gd name="connsiteX4" fmla="*/ 44128 w 54228"/>
                                  <a:gd name="connsiteY4" fmla="*/ 135472 h 179898"/>
                                  <a:gd name="connsiteX5" fmla="*/ 20274 w 54228"/>
                                  <a:gd name="connsiteY5" fmla="*/ 87764 h 179898"/>
                                  <a:gd name="connsiteX6" fmla="*/ 4371 w 54228"/>
                                  <a:gd name="connsiteY6" fmla="*/ 40057 h 179898"/>
                                  <a:gd name="connsiteX7" fmla="*/ 4371 w 54228"/>
                                  <a:gd name="connsiteY7" fmla="*/ 300 h 1798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54228" h="179898">
                                    <a:moveTo>
                                      <a:pt x="4371" y="300"/>
                                    </a:moveTo>
                                    <a:cubicBezTo>
                                      <a:pt x="5696" y="2950"/>
                                      <a:pt x="9473" y="37436"/>
                                      <a:pt x="12323" y="55959"/>
                                    </a:cubicBezTo>
                                    <a:cubicBezTo>
                                      <a:pt x="15037" y="73602"/>
                                      <a:pt x="18615" y="108300"/>
                                      <a:pt x="28225" y="127521"/>
                                    </a:cubicBezTo>
                                    <a:cubicBezTo>
                                      <a:pt x="32499" y="136068"/>
                                      <a:pt x="38827" y="143424"/>
                                      <a:pt x="44128" y="151375"/>
                                    </a:cubicBezTo>
                                    <a:cubicBezTo>
                                      <a:pt x="50402" y="170199"/>
                                      <a:pt x="63317" y="212233"/>
                                      <a:pt x="44128" y="135472"/>
                                    </a:cubicBezTo>
                                    <a:cubicBezTo>
                                      <a:pt x="37544" y="109135"/>
                                      <a:pt x="35822" y="111085"/>
                                      <a:pt x="20274" y="87764"/>
                                    </a:cubicBezTo>
                                    <a:lnTo>
                                      <a:pt x="4371" y="40057"/>
                                    </a:lnTo>
                                    <a:cubicBezTo>
                                      <a:pt x="-4766" y="12646"/>
                                      <a:pt x="3046" y="-2350"/>
                                      <a:pt x="4371" y="30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5" o:spid="_x0000_s1026" style="position:absolute;margin-left:215.05pt;margin-top:319.85pt;width:4.25pt;height:14.15pt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228,179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" path="m4371,300v1325,2650,5102,37136,7952,55659c15037,73602,18615,108300,28225,127521v4274,8547,10602,15903,15903,23854c50402,170199,63317,212233,44128,135472,37544,109135,35822,111085,20274,87764l4371,40057c-4766,12646,3046,-2350,4371,300xe" fillcolor="#7f7f7f [1612]" strokecolor="#7f7f7f [1612]" strokeweight="1pt">
                      <v:stroke joinstyle="miter"/>
                      <v:path arrowok="t" o:connecttype="custom" o:connectlocs="4371,300;12323,55959;28225,127521;44128,151375;44128,135472;20274,87764;4371,40057;4371,300" o:connectangles="0,0,0,0,0,0,0,0"/>
                    </v:shape>
                  </w:pict>
                </mc:Fallback>
              </mc:AlternateContent>
            </w:r>
            <w:r w:rsidR="00F65947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3306335</wp:posOffset>
                      </wp:positionH>
                      <wp:positionV relativeFrom="paragraph">
                        <wp:posOffset>2461591</wp:posOffset>
                      </wp:positionV>
                      <wp:extent cx="248238" cy="246490"/>
                      <wp:effectExtent l="0" t="0" r="19050" b="20320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8238" cy="246490"/>
                              </a:xfrm>
                              <a:custGeom>
                                <a:avLst/>
                                <a:gdLst>
                                  <a:gd name="connsiteX0" fmla="*/ 0 w 248238"/>
                                  <a:gd name="connsiteY0" fmla="*/ 0 h 246490"/>
                                  <a:gd name="connsiteX1" fmla="*/ 79513 w 248238"/>
                                  <a:gd name="connsiteY1" fmla="*/ 127221 h 246490"/>
                                  <a:gd name="connsiteX2" fmla="*/ 135172 w 248238"/>
                                  <a:gd name="connsiteY2" fmla="*/ 190831 h 246490"/>
                                  <a:gd name="connsiteX3" fmla="*/ 151075 w 248238"/>
                                  <a:gd name="connsiteY3" fmla="*/ 222636 h 246490"/>
                                  <a:gd name="connsiteX4" fmla="*/ 174929 w 248238"/>
                                  <a:gd name="connsiteY4" fmla="*/ 230588 h 246490"/>
                                  <a:gd name="connsiteX5" fmla="*/ 222637 w 248238"/>
                                  <a:gd name="connsiteY5" fmla="*/ 238539 h 246490"/>
                                  <a:gd name="connsiteX6" fmla="*/ 246491 w 248238"/>
                                  <a:gd name="connsiteY6" fmla="*/ 246490 h 246490"/>
                                  <a:gd name="connsiteX7" fmla="*/ 198783 w 248238"/>
                                  <a:gd name="connsiteY7" fmla="*/ 238539 h 24649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48238" h="246490">
                                    <a:moveTo>
                                      <a:pt x="0" y="0"/>
                                    </a:moveTo>
                                    <a:cubicBezTo>
                                      <a:pt x="38323" y="76645"/>
                                      <a:pt x="13658" y="33142"/>
                                      <a:pt x="79513" y="127221"/>
                                    </a:cubicBezTo>
                                    <a:cubicBezTo>
                                      <a:pt x="120946" y="186411"/>
                                      <a:pt x="81776" y="150784"/>
                                      <a:pt x="135172" y="190831"/>
                                    </a:cubicBezTo>
                                    <a:cubicBezTo>
                                      <a:pt x="140473" y="201433"/>
                                      <a:pt x="142694" y="214255"/>
                                      <a:pt x="151075" y="222636"/>
                                    </a:cubicBezTo>
                                    <a:cubicBezTo>
                                      <a:pt x="157002" y="228563"/>
                                      <a:pt x="166747" y="228770"/>
                                      <a:pt x="174929" y="230588"/>
                                    </a:cubicBezTo>
                                    <a:cubicBezTo>
                                      <a:pt x="190667" y="234085"/>
                                      <a:pt x="206899" y="235042"/>
                                      <a:pt x="222637" y="238539"/>
                                    </a:cubicBezTo>
                                    <a:cubicBezTo>
                                      <a:pt x="230819" y="240357"/>
                                      <a:pt x="254872" y="246490"/>
                                      <a:pt x="246491" y="246490"/>
                                    </a:cubicBezTo>
                                    <a:cubicBezTo>
                                      <a:pt x="230369" y="246490"/>
                                      <a:pt x="198783" y="238539"/>
                                      <a:pt x="198783" y="238539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4" o:spid="_x0000_s1026" style="position:absolute;margin-left:260.35pt;margin-top:193.85pt;width:19.55pt;height:19.4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8238,2464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" path="m,c38323,76645,13658,33142,79513,127221v41433,59190,2263,23563,55659,63610c140473,201433,142694,214255,151075,222636v5927,5927,15672,6134,23854,7952c190667,234085,206899,235042,222637,238539v8182,1818,32235,7951,23854,7951c230369,246490,198783,238539,198783,238539e" filled="f" strokecolor="red" strokeweight="1pt">
                      <v:stroke joinstyle="miter"/>
                      <v:path arrowok="t" o:connecttype="custom" o:connectlocs="0,0;79513,127221;135172,190831;151075,222636;174929,230588;222637,238539;246491,246490;198783,238539" o:connectangles="0,0,0,0,0,0,0,0"/>
                    </v:shape>
                  </w:pict>
                </mc:Fallback>
              </mc:AlternateContent>
            </w:r>
            <w:r w:rsidR="0057177C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3411413</wp:posOffset>
                      </wp:positionH>
                      <wp:positionV relativeFrom="paragraph">
                        <wp:posOffset>3331039</wp:posOffset>
                      </wp:positionV>
                      <wp:extent cx="208024" cy="1303950"/>
                      <wp:effectExtent l="0" t="0" r="20955" b="10795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024" cy="1303950"/>
                              </a:xfrm>
                              <a:custGeom>
                                <a:avLst/>
                                <a:gdLst>
                                  <a:gd name="connsiteX0" fmla="*/ 136027 w 255528"/>
                                  <a:gd name="connsiteY0" fmla="*/ 59088 h 1343894"/>
                                  <a:gd name="connsiteX1" fmla="*/ 112174 w 255528"/>
                                  <a:gd name="connsiteY1" fmla="*/ 456653 h 1343894"/>
                                  <a:gd name="connsiteX2" fmla="*/ 120125 w 255528"/>
                                  <a:gd name="connsiteY2" fmla="*/ 933731 h 1343894"/>
                                  <a:gd name="connsiteX3" fmla="*/ 96271 w 255528"/>
                                  <a:gd name="connsiteY3" fmla="*/ 1124563 h 1343894"/>
                                  <a:gd name="connsiteX4" fmla="*/ 855 w 255528"/>
                                  <a:gd name="connsiteY4" fmla="*/ 1315394 h 1343894"/>
                                  <a:gd name="connsiteX5" fmla="*/ 56514 w 255528"/>
                                  <a:gd name="connsiteY5" fmla="*/ 1315394 h 1343894"/>
                                  <a:gd name="connsiteX6" fmla="*/ 175784 w 255528"/>
                                  <a:gd name="connsiteY6" fmla="*/ 1053001 h 1343894"/>
                                  <a:gd name="connsiteX7" fmla="*/ 159881 w 255528"/>
                                  <a:gd name="connsiteY7" fmla="*/ 528215 h 1343894"/>
                                  <a:gd name="connsiteX8" fmla="*/ 255297 w 255528"/>
                                  <a:gd name="connsiteY8" fmla="*/ 51137 h 1343894"/>
                                  <a:gd name="connsiteX9" fmla="*/ 136027 w 255528"/>
                                  <a:gd name="connsiteY9" fmla="*/ 59088 h 1343894"/>
                                  <a:gd name="connsiteX0" fmla="*/ 136027 w 208024"/>
                                  <a:gd name="connsiteY0" fmla="*/ 19144 h 1303950"/>
                                  <a:gd name="connsiteX1" fmla="*/ 112174 w 208024"/>
                                  <a:gd name="connsiteY1" fmla="*/ 416709 h 1303950"/>
                                  <a:gd name="connsiteX2" fmla="*/ 120125 w 208024"/>
                                  <a:gd name="connsiteY2" fmla="*/ 893787 h 1303950"/>
                                  <a:gd name="connsiteX3" fmla="*/ 96271 w 208024"/>
                                  <a:gd name="connsiteY3" fmla="*/ 1084619 h 1303950"/>
                                  <a:gd name="connsiteX4" fmla="*/ 855 w 208024"/>
                                  <a:gd name="connsiteY4" fmla="*/ 1275450 h 1303950"/>
                                  <a:gd name="connsiteX5" fmla="*/ 56514 w 208024"/>
                                  <a:gd name="connsiteY5" fmla="*/ 1275450 h 1303950"/>
                                  <a:gd name="connsiteX6" fmla="*/ 175784 w 208024"/>
                                  <a:gd name="connsiteY6" fmla="*/ 1013057 h 1303950"/>
                                  <a:gd name="connsiteX7" fmla="*/ 159881 w 208024"/>
                                  <a:gd name="connsiteY7" fmla="*/ 488271 h 1303950"/>
                                  <a:gd name="connsiteX8" fmla="*/ 207541 w 208024"/>
                                  <a:gd name="connsiteY8" fmla="*/ 106625 h 1303950"/>
                                  <a:gd name="connsiteX9" fmla="*/ 136027 w 208024"/>
                                  <a:gd name="connsiteY9" fmla="*/ 19144 h 1303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208024" h="1303950">
                                    <a:moveTo>
                                      <a:pt x="136027" y="19144"/>
                                    </a:moveTo>
                                    <a:cubicBezTo>
                                      <a:pt x="120133" y="70825"/>
                                      <a:pt x="114824" y="270935"/>
                                      <a:pt x="112174" y="416709"/>
                                    </a:cubicBezTo>
                                    <a:cubicBezTo>
                                      <a:pt x="109524" y="562483"/>
                                      <a:pt x="122775" y="782469"/>
                                      <a:pt x="120125" y="893787"/>
                                    </a:cubicBezTo>
                                    <a:cubicBezTo>
                                      <a:pt x="117475" y="1005105"/>
                                      <a:pt x="116149" y="1021009"/>
                                      <a:pt x="96271" y="1084619"/>
                                    </a:cubicBezTo>
                                    <a:cubicBezTo>
                                      <a:pt x="76393" y="1148230"/>
                                      <a:pt x="7481" y="1243645"/>
                                      <a:pt x="855" y="1275450"/>
                                    </a:cubicBezTo>
                                    <a:cubicBezTo>
                                      <a:pt x="-5771" y="1307255"/>
                                      <a:pt x="27359" y="1319182"/>
                                      <a:pt x="56514" y="1275450"/>
                                    </a:cubicBezTo>
                                    <a:cubicBezTo>
                                      <a:pt x="85669" y="1231718"/>
                                      <a:pt x="158556" y="1144254"/>
                                      <a:pt x="175784" y="1013057"/>
                                    </a:cubicBezTo>
                                    <a:cubicBezTo>
                                      <a:pt x="193012" y="881861"/>
                                      <a:pt x="146629" y="655248"/>
                                      <a:pt x="159881" y="488271"/>
                                    </a:cubicBezTo>
                                    <a:cubicBezTo>
                                      <a:pt x="173133" y="321294"/>
                                      <a:pt x="212842" y="184813"/>
                                      <a:pt x="207541" y="106625"/>
                                    </a:cubicBezTo>
                                    <a:cubicBezTo>
                                      <a:pt x="202240" y="28437"/>
                                      <a:pt x="151921" y="-32537"/>
                                      <a:pt x="136027" y="191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3" o:spid="_x0000_s1026" style="position:absolute;margin-left:268.6pt;margin-top:262.3pt;width:16.4pt;height:102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08024,130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" path="m136027,19144c120133,70825,114824,270935,112174,416709v-2650,145774,10601,365760,7951,477078c117475,1005105,116149,1021009,96271,1084619,76393,1148230,7481,1243645,855,1275450v-6626,31805,26504,43732,55659,c85669,1231718,158556,1144254,175784,1013057,193012,881861,146629,655248,159881,488271,173133,321294,212842,184813,207541,106625,202240,28437,151921,-32537,136027,19144xe" fillcolor="black [3213]" strokecolor="black [3213]" strokeweight="1pt">
                      <v:stroke joinstyle="miter"/>
                      <v:path arrowok="t" o:connecttype="custom" o:connectlocs="136027,19144;112174,416709;120125,893787;96271,1084619;855,1275450;56514,1275450;175784,1013057;159881,488271;207541,106625;136027,19144" o:connectangles="0,0,0,0,0,0,0,0,0,0"/>
                    </v:shape>
                  </w:pict>
                </mc:Fallback>
              </mc:AlternateContent>
            </w:r>
            <w:r w:rsidR="00D22C7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2686050</wp:posOffset>
                      </wp:positionH>
                      <wp:positionV relativeFrom="paragraph">
                        <wp:posOffset>1304496</wp:posOffset>
                      </wp:positionV>
                      <wp:extent cx="46622" cy="205552"/>
                      <wp:effectExtent l="0" t="0" r="10795" b="23495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22" cy="205552"/>
                              </a:xfrm>
                              <a:custGeom>
                                <a:avLst/>
                                <a:gdLst>
                                  <a:gd name="connsiteX0" fmla="*/ 17524 w 46622"/>
                                  <a:gd name="connsiteY0" fmla="*/ 13841 h 205552"/>
                                  <a:gd name="connsiteX1" fmla="*/ 43952 w 46622"/>
                                  <a:gd name="connsiteY1" fmla="*/ 19127 h 205552"/>
                                  <a:gd name="connsiteX2" fmla="*/ 33381 w 46622"/>
                                  <a:gd name="connsiteY2" fmla="*/ 93125 h 205552"/>
                                  <a:gd name="connsiteX3" fmla="*/ 28095 w 46622"/>
                                  <a:gd name="connsiteY3" fmla="*/ 188264 h 205552"/>
                                  <a:gd name="connsiteX4" fmla="*/ 22810 w 46622"/>
                                  <a:gd name="connsiteY4" fmla="*/ 204121 h 205552"/>
                                  <a:gd name="connsiteX5" fmla="*/ 1668 w 46622"/>
                                  <a:gd name="connsiteY5" fmla="*/ 198836 h 205552"/>
                                  <a:gd name="connsiteX6" fmla="*/ 17524 w 46622"/>
                                  <a:gd name="connsiteY6" fmla="*/ 13841 h 2055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6622" h="205552">
                                    <a:moveTo>
                                      <a:pt x="17524" y="13841"/>
                                    </a:moveTo>
                                    <a:cubicBezTo>
                                      <a:pt x="24571" y="-16111"/>
                                      <a:pt x="41111" y="10604"/>
                                      <a:pt x="43952" y="19127"/>
                                    </a:cubicBezTo>
                                    <a:cubicBezTo>
                                      <a:pt x="51671" y="42284"/>
                                      <a:pt x="40951" y="70411"/>
                                      <a:pt x="33381" y="93125"/>
                                    </a:cubicBezTo>
                                    <a:cubicBezTo>
                                      <a:pt x="31619" y="124838"/>
                                      <a:pt x="31106" y="156645"/>
                                      <a:pt x="28095" y="188264"/>
                                    </a:cubicBezTo>
                                    <a:cubicBezTo>
                                      <a:pt x="27567" y="193810"/>
                                      <a:pt x="27983" y="202052"/>
                                      <a:pt x="22810" y="204121"/>
                                    </a:cubicBezTo>
                                    <a:cubicBezTo>
                                      <a:pt x="16065" y="206819"/>
                                      <a:pt x="2569" y="206044"/>
                                      <a:pt x="1668" y="198836"/>
                                    </a:cubicBezTo>
                                    <a:cubicBezTo>
                                      <a:pt x="-5106" y="144640"/>
                                      <a:pt x="10477" y="43793"/>
                                      <a:pt x="17524" y="138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1" o:spid="_x0000_s1026" style="position:absolute;margin-left:211.5pt;margin-top:102.7pt;width:3.65pt;height:16.2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22,205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" path="m17524,13841v7047,-29952,23587,-3237,26428,5286c51671,42284,40951,70411,33381,93125v-1762,31713,-2275,63520,-5286,95139c27567,193810,27983,202052,22810,204121v-6745,2698,-20241,1923,-21142,-5285c-5106,144640,10477,43793,17524,13841xe" fillcolor="#7f7f7f [1612]" strokecolor="#7f7f7f [1612]" strokeweight="1pt">
                      <v:stroke joinstyle="miter"/>
                      <v:path arrowok="t" o:connecttype="custom" o:connectlocs="17524,13841;43952,19127;33381,93125;28095,188264;22810,204121;1668,198836;17524,13841" o:connectangles="0,0,0,0,0,0,0"/>
                    </v:shape>
                  </w:pict>
                </mc:Fallback>
              </mc:AlternateContent>
            </w:r>
            <w:r w:rsidR="00D22C7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2657037</wp:posOffset>
                      </wp:positionH>
                      <wp:positionV relativeFrom="paragraph">
                        <wp:posOffset>1101702</wp:posOffset>
                      </wp:positionV>
                      <wp:extent cx="47905" cy="116584"/>
                      <wp:effectExtent l="0" t="0" r="47625" b="17145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905" cy="116584"/>
                              </a:xfrm>
                              <a:custGeom>
                                <a:avLst/>
                                <a:gdLst>
                                  <a:gd name="connsiteX0" fmla="*/ 335 w 47905"/>
                                  <a:gd name="connsiteY0" fmla="*/ 302 h 116584"/>
                                  <a:gd name="connsiteX1" fmla="*/ 26763 w 47905"/>
                                  <a:gd name="connsiteY1" fmla="*/ 10873 h 116584"/>
                                  <a:gd name="connsiteX2" fmla="*/ 32049 w 47905"/>
                                  <a:gd name="connsiteY2" fmla="*/ 26730 h 116584"/>
                                  <a:gd name="connsiteX3" fmla="*/ 47905 w 47905"/>
                                  <a:gd name="connsiteY3" fmla="*/ 74300 h 116584"/>
                                  <a:gd name="connsiteX4" fmla="*/ 26763 w 47905"/>
                                  <a:gd name="connsiteY4" fmla="*/ 116584 h 116584"/>
                                  <a:gd name="connsiteX5" fmla="*/ 10906 w 47905"/>
                                  <a:gd name="connsiteY5" fmla="*/ 111298 h 116584"/>
                                  <a:gd name="connsiteX6" fmla="*/ 10906 w 47905"/>
                                  <a:gd name="connsiteY6" fmla="*/ 21444 h 116584"/>
                                  <a:gd name="connsiteX7" fmla="*/ 335 w 47905"/>
                                  <a:gd name="connsiteY7" fmla="*/ 302 h 11658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7905" h="116584">
                                    <a:moveTo>
                                      <a:pt x="335" y="302"/>
                                    </a:moveTo>
                                    <a:cubicBezTo>
                                      <a:pt x="2978" y="-1460"/>
                                      <a:pt x="19474" y="4799"/>
                                      <a:pt x="26763" y="10873"/>
                                    </a:cubicBezTo>
                                    <a:cubicBezTo>
                                      <a:pt x="31043" y="14440"/>
                                      <a:pt x="30840" y="21291"/>
                                      <a:pt x="32049" y="26730"/>
                                    </a:cubicBezTo>
                                    <a:cubicBezTo>
                                      <a:pt x="41544" y="69458"/>
                                      <a:pt x="29513" y="46711"/>
                                      <a:pt x="47905" y="74300"/>
                                    </a:cubicBezTo>
                                    <a:cubicBezTo>
                                      <a:pt x="44779" y="96185"/>
                                      <a:pt x="53121" y="116584"/>
                                      <a:pt x="26763" y="116584"/>
                                    </a:cubicBezTo>
                                    <a:cubicBezTo>
                                      <a:pt x="21191" y="116584"/>
                                      <a:pt x="16192" y="113060"/>
                                      <a:pt x="10906" y="111298"/>
                                    </a:cubicBezTo>
                                    <a:cubicBezTo>
                                      <a:pt x="-1586" y="73819"/>
                                      <a:pt x="2506" y="92844"/>
                                      <a:pt x="10906" y="21444"/>
                                    </a:cubicBezTo>
                                    <a:cubicBezTo>
                                      <a:pt x="11557" y="15911"/>
                                      <a:pt x="-2308" y="2064"/>
                                      <a:pt x="335" y="30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0" o:spid="_x0000_s1026" style="position:absolute;margin-left:209.2pt;margin-top:86.75pt;width:3.75pt;height:9.2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905,116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" path="m335,302c2978,-1460,19474,4799,26763,10873v4280,3567,4077,10418,5286,15857c41544,69458,29513,46711,47905,74300v-3126,21885,5216,42284,-21142,42284c21191,116584,16192,113060,10906,111298,-1586,73819,2506,92844,10906,21444,11557,15911,-2308,2064,335,302xe" fillcolor="#7f7f7f [1612]" strokecolor="#7f7f7f [1612]" strokeweight="1pt">
                      <v:stroke joinstyle="miter"/>
                      <v:path arrowok="t" o:connecttype="custom" o:connectlocs="335,302;26763,10873;32049,26730;47905,74300;26763,116584;10906,111298;10906,21444;335,302" o:connectangles="0,0,0,0,0,0,0,0"/>
                    </v:shape>
                  </w:pict>
                </mc:Fallback>
              </mc:AlternateContent>
            </w:r>
            <w:r w:rsidR="00D22C7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CC4510" wp14:editId="1E82414B">
                      <wp:simplePos x="0" y="0"/>
                      <wp:positionH relativeFrom="column">
                        <wp:posOffset>2643934</wp:posOffset>
                      </wp:positionH>
                      <wp:positionV relativeFrom="paragraph">
                        <wp:posOffset>1323340</wp:posOffset>
                      </wp:positionV>
                      <wp:extent cx="73025" cy="201295"/>
                      <wp:effectExtent l="0" t="0" r="22225" b="27305"/>
                      <wp:wrapNone/>
                      <wp:docPr id="133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025" cy="201295"/>
                              </a:xfrm>
                              <a:custGeom>
                                <a:avLst/>
                                <a:gdLst>
                                  <a:gd name="T0" fmla="*/ 56 w 115"/>
                                  <a:gd name="T1" fmla="*/ 14 h 317"/>
                                  <a:gd name="T2" fmla="*/ 112 w 115"/>
                                  <a:gd name="T3" fmla="*/ 80 h 317"/>
                                  <a:gd name="T4" fmla="*/ 103 w 115"/>
                                  <a:gd name="T5" fmla="*/ 304 h 317"/>
                                  <a:gd name="T6" fmla="*/ 75 w 115"/>
                                  <a:gd name="T7" fmla="*/ 313 h 317"/>
                                  <a:gd name="T8" fmla="*/ 66 w 115"/>
                                  <a:gd name="T9" fmla="*/ 285 h 317"/>
                                  <a:gd name="T10" fmla="*/ 75 w 115"/>
                                  <a:gd name="T11" fmla="*/ 89 h 317"/>
                                  <a:gd name="T12" fmla="*/ 37 w 115"/>
                                  <a:gd name="T13" fmla="*/ 33 h 317"/>
                                  <a:gd name="T14" fmla="*/ 0 w 115"/>
                                  <a:gd name="T15" fmla="*/ 5 h 3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5" h="317">
                                    <a:moveTo>
                                      <a:pt x="56" y="14"/>
                                    </a:moveTo>
                                    <a:cubicBezTo>
                                      <a:pt x="93" y="27"/>
                                      <a:pt x="100" y="43"/>
                                      <a:pt x="112" y="80"/>
                                    </a:cubicBezTo>
                                    <a:cubicBezTo>
                                      <a:pt x="109" y="155"/>
                                      <a:pt x="115" y="230"/>
                                      <a:pt x="103" y="304"/>
                                    </a:cubicBezTo>
                                    <a:cubicBezTo>
                                      <a:pt x="101" y="314"/>
                                      <a:pt x="84" y="317"/>
                                      <a:pt x="75" y="313"/>
                                    </a:cubicBezTo>
                                    <a:cubicBezTo>
                                      <a:pt x="66" y="309"/>
                                      <a:pt x="69" y="294"/>
                                      <a:pt x="66" y="285"/>
                                    </a:cubicBezTo>
                                    <a:cubicBezTo>
                                      <a:pt x="72" y="227"/>
                                      <a:pt x="96" y="147"/>
                                      <a:pt x="75" y="89"/>
                                    </a:cubicBezTo>
                                    <a:cubicBezTo>
                                      <a:pt x="67" y="68"/>
                                      <a:pt x="50" y="52"/>
                                      <a:pt x="37" y="33"/>
                                    </a:cubicBezTo>
                                    <a:cubicBezTo>
                                      <a:pt x="15" y="0"/>
                                      <a:pt x="31" y="5"/>
                                      <a:pt x="0" y="5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08.2pt;margin-top:104.2pt;width:5.75pt;height:15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5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" path="m56,14v37,13,44,29,56,66c109,155,115,230,103,304v-2,10,-19,13,-28,9c66,309,69,294,66,285,72,227,96,147,75,89,67,68,50,52,37,33,15,,31,5,,5e" fillcolor="gray [1629]" strokecolor="#7f7f7f [1612]">
                      <v:path arrowok="t" o:connecttype="custom" o:connectlocs="35560,8890;71120,50800;65405,193040;47625,198755;41910,180975;47625,56515;23495,20955;0,3175" o:connectangles="0,0,0,0,0,0,0,0"/>
                    </v:shape>
                  </w:pict>
                </mc:Fallback>
              </mc:AlternateContent>
            </w:r>
            <w:r w:rsidR="00D22C7D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335DD774" wp14:editId="321F51E3">
                      <wp:simplePos x="0" y="0"/>
                      <wp:positionH relativeFrom="column">
                        <wp:posOffset>2949018</wp:posOffset>
                      </wp:positionH>
                      <wp:positionV relativeFrom="paragraph">
                        <wp:posOffset>3680484</wp:posOffset>
                      </wp:positionV>
                      <wp:extent cx="117425" cy="908551"/>
                      <wp:effectExtent l="0" t="0" r="16510" b="44450"/>
                      <wp:wrapNone/>
                      <wp:docPr id="136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7425" cy="908551"/>
                              </a:xfrm>
                              <a:custGeom>
                                <a:avLst/>
                                <a:gdLst>
                                  <a:gd name="T0" fmla="*/ 10 w 195"/>
                                  <a:gd name="T1" fmla="*/ 143 h 1905"/>
                                  <a:gd name="T2" fmla="*/ 10 w 195"/>
                                  <a:gd name="T3" fmla="*/ 984 h 1905"/>
                                  <a:gd name="T4" fmla="*/ 58 w 195"/>
                                  <a:gd name="T5" fmla="*/ 1686 h 1905"/>
                                  <a:gd name="T6" fmla="*/ 189 w 195"/>
                                  <a:gd name="T7" fmla="*/ 1863 h 1905"/>
                                  <a:gd name="T8" fmla="*/ 96 w 195"/>
                                  <a:gd name="T9" fmla="*/ 1433 h 1905"/>
                                  <a:gd name="T10" fmla="*/ 105 w 195"/>
                                  <a:gd name="T11" fmla="*/ 760 h 1905"/>
                                  <a:gd name="T12" fmla="*/ 68 w 195"/>
                                  <a:gd name="T13" fmla="*/ 124 h 1905"/>
                                  <a:gd name="T14" fmla="*/ 10 w 195"/>
                                  <a:gd name="T15" fmla="*/ 143 h 1905"/>
                                  <a:gd name="connsiteX0" fmla="*/ 478 w 9407"/>
                                  <a:gd name="connsiteY0" fmla="*/ 1904 h 9219"/>
                                  <a:gd name="connsiteX1" fmla="*/ 213 w 9407"/>
                                  <a:gd name="connsiteY1" fmla="*/ 4543 h 9219"/>
                                  <a:gd name="connsiteX2" fmla="*/ 2674 w 9407"/>
                                  <a:gd name="connsiteY2" fmla="*/ 8228 h 9219"/>
                                  <a:gd name="connsiteX3" fmla="*/ 9392 w 9407"/>
                                  <a:gd name="connsiteY3" fmla="*/ 9158 h 9219"/>
                                  <a:gd name="connsiteX4" fmla="*/ 4623 w 9407"/>
                                  <a:gd name="connsiteY4" fmla="*/ 6900 h 9219"/>
                                  <a:gd name="connsiteX5" fmla="*/ 5085 w 9407"/>
                                  <a:gd name="connsiteY5" fmla="*/ 3368 h 9219"/>
                                  <a:gd name="connsiteX6" fmla="*/ 3187 w 9407"/>
                                  <a:gd name="connsiteY6" fmla="*/ 29 h 9219"/>
                                  <a:gd name="connsiteX7" fmla="*/ 478 w 9407"/>
                                  <a:gd name="connsiteY7" fmla="*/ 1904 h 9219"/>
                                  <a:gd name="connsiteX0" fmla="*/ 613 w 10105"/>
                                  <a:gd name="connsiteY0" fmla="*/ 213 h 8148"/>
                                  <a:gd name="connsiteX1" fmla="*/ 331 w 10105"/>
                                  <a:gd name="connsiteY1" fmla="*/ 3076 h 8148"/>
                                  <a:gd name="connsiteX2" fmla="*/ 2948 w 10105"/>
                                  <a:gd name="connsiteY2" fmla="*/ 7073 h 8148"/>
                                  <a:gd name="connsiteX3" fmla="*/ 10089 w 10105"/>
                                  <a:gd name="connsiteY3" fmla="*/ 8082 h 8148"/>
                                  <a:gd name="connsiteX4" fmla="*/ 5019 w 10105"/>
                                  <a:gd name="connsiteY4" fmla="*/ 5633 h 8148"/>
                                  <a:gd name="connsiteX5" fmla="*/ 5511 w 10105"/>
                                  <a:gd name="connsiteY5" fmla="*/ 1801 h 8148"/>
                                  <a:gd name="connsiteX6" fmla="*/ 5546 w 10105"/>
                                  <a:gd name="connsiteY6" fmla="*/ 390 h 8148"/>
                                  <a:gd name="connsiteX7" fmla="*/ 613 w 10105"/>
                                  <a:gd name="connsiteY7" fmla="*/ 213 h 814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105" h="8148">
                                    <a:moveTo>
                                      <a:pt x="613" y="213"/>
                                    </a:moveTo>
                                    <a:cubicBezTo>
                                      <a:pt x="-256" y="661"/>
                                      <a:pt x="-58" y="1933"/>
                                      <a:pt x="331" y="3076"/>
                                    </a:cubicBezTo>
                                    <a:cubicBezTo>
                                      <a:pt x="720" y="4219"/>
                                      <a:pt x="1313" y="6242"/>
                                      <a:pt x="2948" y="7073"/>
                                    </a:cubicBezTo>
                                    <a:cubicBezTo>
                                      <a:pt x="4584" y="7905"/>
                                      <a:pt x="9763" y="8320"/>
                                      <a:pt x="10089" y="8082"/>
                                    </a:cubicBezTo>
                                    <a:cubicBezTo>
                                      <a:pt x="10416" y="7842"/>
                                      <a:pt x="5783" y="6680"/>
                                      <a:pt x="5019" y="5633"/>
                                    </a:cubicBezTo>
                                    <a:cubicBezTo>
                                      <a:pt x="4256" y="4585"/>
                                      <a:pt x="5783" y="3042"/>
                                      <a:pt x="5511" y="1801"/>
                                    </a:cubicBezTo>
                                    <a:cubicBezTo>
                                      <a:pt x="5237" y="559"/>
                                      <a:pt x="6362" y="655"/>
                                      <a:pt x="5546" y="390"/>
                                    </a:cubicBezTo>
                                    <a:cubicBezTo>
                                      <a:pt x="4729" y="126"/>
                                      <a:pt x="1482" y="-235"/>
                                      <a:pt x="613" y="2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65947" w:rsidRDefault="00F65947" w:rsidP="00D22C7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32.2pt;margin-top:289.8pt;width:9.25pt;height:71.5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05,8148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" adj="-11796480,,5400" path="m613,213c-256,661,-58,1933,331,3076v389,1143,982,3166,2617,3997c4584,7905,9763,8320,10089,8082,10416,7842,5783,6680,5019,5633,4256,4585,5783,3042,5511,1801,5237,559,6362,655,5546,390,4729,126,1482,-235,613,213xe" fillcolor="#0d0d0d [3069]" strokecolor="#0d0d0d [3069]">
                      <v:stroke joinstyle="round"/>
                      <v:formulas/>
                      <v:path arrowok="t" o:connecttype="custom" o:connectlocs="7123,23751;3846,342992;34257,788682;117239,901192;58323,628113;64040,200822;64447,43487;7123,23751" o:connectangles="0,0,0,0,0,0,0,0" textboxrect="0,0,10105,8148"/>
                      <v:textbox>
                        <w:txbxContent>
                          <w:p w:rsidR="00F65947" w:rsidRDefault="00F65947" w:rsidP="00D22C7D"/>
                        </w:txbxContent>
                      </v:textbox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6159B8CA" wp14:editId="4A12F965">
                      <wp:simplePos x="0" y="0"/>
                      <wp:positionH relativeFrom="column">
                        <wp:posOffset>3555365</wp:posOffset>
                      </wp:positionH>
                      <wp:positionV relativeFrom="paragraph">
                        <wp:posOffset>1323340</wp:posOffset>
                      </wp:positionV>
                      <wp:extent cx="292735" cy="1389380"/>
                      <wp:effectExtent l="9525" t="10795" r="12065" b="9525"/>
                      <wp:wrapNone/>
                      <wp:docPr id="138" name="Freeform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2735" cy="1389380"/>
                              </a:xfrm>
                              <a:custGeom>
                                <a:avLst/>
                                <a:gdLst>
                                  <a:gd name="T0" fmla="*/ 273 w 461"/>
                                  <a:gd name="T1" fmla="*/ 0 h 2188"/>
                                  <a:gd name="T2" fmla="*/ 254 w 461"/>
                                  <a:gd name="T3" fmla="*/ 650 h 2188"/>
                                  <a:gd name="T4" fmla="*/ 77 w 461"/>
                                  <a:gd name="T5" fmla="*/ 1548 h 2188"/>
                                  <a:gd name="T6" fmla="*/ 11 w 461"/>
                                  <a:gd name="T7" fmla="*/ 2090 h 2188"/>
                                  <a:gd name="T8" fmla="*/ 142 w 461"/>
                                  <a:gd name="T9" fmla="*/ 2137 h 2188"/>
                                  <a:gd name="T10" fmla="*/ 142 w 461"/>
                                  <a:gd name="T11" fmla="*/ 1978 h 2188"/>
                                  <a:gd name="T12" fmla="*/ 245 w 461"/>
                                  <a:gd name="T13" fmla="*/ 1417 h 2188"/>
                                  <a:gd name="T14" fmla="*/ 423 w 461"/>
                                  <a:gd name="T15" fmla="*/ 566 h 2188"/>
                                  <a:gd name="T16" fmla="*/ 441 w 461"/>
                                  <a:gd name="T17" fmla="*/ 98 h 2188"/>
                                  <a:gd name="T18" fmla="*/ 301 w 461"/>
                                  <a:gd name="T19" fmla="*/ 108 h 21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461" h="2188">
                                    <a:moveTo>
                                      <a:pt x="273" y="0"/>
                                    </a:moveTo>
                                    <a:cubicBezTo>
                                      <a:pt x="280" y="196"/>
                                      <a:pt x="287" y="392"/>
                                      <a:pt x="254" y="650"/>
                                    </a:cubicBezTo>
                                    <a:cubicBezTo>
                                      <a:pt x="221" y="908"/>
                                      <a:pt x="118" y="1308"/>
                                      <a:pt x="77" y="1548"/>
                                    </a:cubicBezTo>
                                    <a:cubicBezTo>
                                      <a:pt x="36" y="1788"/>
                                      <a:pt x="0" y="1992"/>
                                      <a:pt x="11" y="2090"/>
                                    </a:cubicBezTo>
                                    <a:cubicBezTo>
                                      <a:pt x="22" y="2188"/>
                                      <a:pt x="120" y="2156"/>
                                      <a:pt x="142" y="2137"/>
                                    </a:cubicBezTo>
                                    <a:cubicBezTo>
                                      <a:pt x="164" y="2118"/>
                                      <a:pt x="125" y="2098"/>
                                      <a:pt x="142" y="1978"/>
                                    </a:cubicBezTo>
                                    <a:cubicBezTo>
                                      <a:pt x="159" y="1858"/>
                                      <a:pt x="198" y="1652"/>
                                      <a:pt x="245" y="1417"/>
                                    </a:cubicBezTo>
                                    <a:cubicBezTo>
                                      <a:pt x="292" y="1182"/>
                                      <a:pt x="390" y="786"/>
                                      <a:pt x="423" y="566"/>
                                    </a:cubicBezTo>
                                    <a:cubicBezTo>
                                      <a:pt x="456" y="346"/>
                                      <a:pt x="461" y="174"/>
                                      <a:pt x="441" y="98"/>
                                    </a:cubicBezTo>
                                    <a:cubicBezTo>
                                      <a:pt x="421" y="22"/>
                                      <a:pt x="361" y="65"/>
                                      <a:pt x="301" y="108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4" o:spid="_x0000_s1026" style="position:absolute;margin-left:279.95pt;margin-top:104.2pt;width:23.05pt;height:109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1,21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" path="m273,v7,196,14,392,-19,650c221,908,118,1308,77,1548,36,1788,,1992,11,2090v11,98,109,66,131,47c164,2118,125,2098,142,1978v17,-120,56,-326,103,-561c292,1182,390,786,423,566,456,346,461,174,441,98,421,22,361,65,301,108e" fillcolor="#0d0d0d [3069]" strokecolor="#0d0d0d [3069]">
                      <v:path arrowok="t" o:connecttype="custom" o:connectlocs="173355,0;161290,412750;48895,982980;6985,1327150;90170,1356995;90170,1256030;155575,899795;268605,359410;280035,62230;191135,68580" o:connectangles="0,0,0,0,0,0,0,0,0,0"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54F673A1" wp14:editId="0DBEBC76">
                      <wp:simplePos x="0" y="0"/>
                      <wp:positionH relativeFrom="column">
                        <wp:posOffset>2790825</wp:posOffset>
                      </wp:positionH>
                      <wp:positionV relativeFrom="paragraph">
                        <wp:posOffset>1457325</wp:posOffset>
                      </wp:positionV>
                      <wp:extent cx="165100" cy="1478280"/>
                      <wp:effectExtent l="26035" t="20955" r="27940" b="24765"/>
                      <wp:wrapNone/>
                      <wp:docPr id="135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100" cy="1478280"/>
                              </a:xfrm>
                              <a:custGeom>
                                <a:avLst/>
                                <a:gdLst>
                                  <a:gd name="T0" fmla="*/ 0 w 260"/>
                                  <a:gd name="T1" fmla="*/ 0 h 2328"/>
                                  <a:gd name="T2" fmla="*/ 28 w 260"/>
                                  <a:gd name="T3" fmla="*/ 121 h 2328"/>
                                  <a:gd name="T4" fmla="*/ 46 w 260"/>
                                  <a:gd name="T5" fmla="*/ 177 h 2328"/>
                                  <a:gd name="T6" fmla="*/ 93 w 260"/>
                                  <a:gd name="T7" fmla="*/ 607 h 2328"/>
                                  <a:gd name="T8" fmla="*/ 177 w 260"/>
                                  <a:gd name="T9" fmla="*/ 1019 h 2328"/>
                                  <a:gd name="T10" fmla="*/ 205 w 260"/>
                                  <a:gd name="T11" fmla="*/ 1224 h 2328"/>
                                  <a:gd name="T12" fmla="*/ 224 w 260"/>
                                  <a:gd name="T13" fmla="*/ 1346 h 2328"/>
                                  <a:gd name="T14" fmla="*/ 243 w 260"/>
                                  <a:gd name="T15" fmla="*/ 1421 h 2328"/>
                                  <a:gd name="T16" fmla="*/ 252 w 260"/>
                                  <a:gd name="T17" fmla="*/ 2141 h 2328"/>
                                  <a:gd name="T18" fmla="*/ 196 w 260"/>
                                  <a:gd name="T19" fmla="*/ 2328 h 232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60" h="2328">
                                    <a:moveTo>
                                      <a:pt x="0" y="0"/>
                                    </a:moveTo>
                                    <a:cubicBezTo>
                                      <a:pt x="12" y="85"/>
                                      <a:pt x="2" y="44"/>
                                      <a:pt x="28" y="121"/>
                                    </a:cubicBezTo>
                                    <a:cubicBezTo>
                                      <a:pt x="34" y="140"/>
                                      <a:pt x="46" y="177"/>
                                      <a:pt x="46" y="177"/>
                                    </a:cubicBezTo>
                                    <a:cubicBezTo>
                                      <a:pt x="54" y="305"/>
                                      <a:pt x="55" y="488"/>
                                      <a:pt x="93" y="607"/>
                                    </a:cubicBezTo>
                                    <a:cubicBezTo>
                                      <a:pt x="114" y="744"/>
                                      <a:pt x="135" y="887"/>
                                      <a:pt x="177" y="1019"/>
                                    </a:cubicBezTo>
                                    <a:cubicBezTo>
                                      <a:pt x="187" y="1100"/>
                                      <a:pt x="195" y="1143"/>
                                      <a:pt x="205" y="1224"/>
                                    </a:cubicBezTo>
                                    <a:cubicBezTo>
                                      <a:pt x="205" y="1226"/>
                                      <a:pt x="220" y="1331"/>
                                      <a:pt x="224" y="1346"/>
                                    </a:cubicBezTo>
                                    <a:cubicBezTo>
                                      <a:pt x="231" y="1371"/>
                                      <a:pt x="243" y="1421"/>
                                      <a:pt x="243" y="1421"/>
                                    </a:cubicBezTo>
                                    <a:cubicBezTo>
                                      <a:pt x="242" y="1547"/>
                                      <a:pt x="260" y="1990"/>
                                      <a:pt x="252" y="2141"/>
                                    </a:cubicBezTo>
                                    <a:cubicBezTo>
                                      <a:pt x="244" y="2292"/>
                                      <a:pt x="208" y="2289"/>
                                      <a:pt x="196" y="2328"/>
                                    </a:cubicBezTo>
                                  </a:path>
                                </a:pathLst>
                              </a:custGeom>
                              <a:noFill/>
                              <a:ln w="349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219.75pt;margin-top:114.75pt;width:13pt;height:116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0,23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" path="m,c12,85,2,44,28,121v6,19,18,56,18,56c54,305,55,488,93,607v21,137,42,280,84,412c187,1100,195,1143,205,1224v,2,15,107,19,122c231,1371,243,1421,243,1421v-1,126,17,569,9,720c244,2292,208,2289,196,2328e" filled="f" strokecolor="#7f7f7f [1612]" strokeweight="2.75pt">
                      <v:path arrowok="t" o:connecttype="custom" o:connectlocs="0,0;17780,76835;29210,112395;59055,385445;112395,647065;130175,777240;142240,854710;154305,902335;160020,1359535;124460,1478280" o:connectangles="0,0,0,0,0,0,0,0,0,0"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950AD97" wp14:editId="572078EF">
                      <wp:simplePos x="0" y="0"/>
                      <wp:positionH relativeFrom="column">
                        <wp:posOffset>2695575</wp:posOffset>
                      </wp:positionH>
                      <wp:positionV relativeFrom="paragraph">
                        <wp:posOffset>1516380</wp:posOffset>
                      </wp:positionV>
                      <wp:extent cx="205105" cy="1371600"/>
                      <wp:effectExtent l="26035" t="22860" r="45085" b="24765"/>
                      <wp:wrapNone/>
                      <wp:docPr id="134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5105" cy="1371600"/>
                              </a:xfrm>
                              <a:custGeom>
                                <a:avLst/>
                                <a:gdLst>
                                  <a:gd name="T0" fmla="*/ 19 w 323"/>
                                  <a:gd name="T1" fmla="*/ 0 h 2160"/>
                                  <a:gd name="T2" fmla="*/ 0 w 323"/>
                                  <a:gd name="T3" fmla="*/ 56 h 2160"/>
                                  <a:gd name="T4" fmla="*/ 28 w 323"/>
                                  <a:gd name="T5" fmla="*/ 159 h 2160"/>
                                  <a:gd name="T6" fmla="*/ 56 w 323"/>
                                  <a:gd name="T7" fmla="*/ 355 h 2160"/>
                                  <a:gd name="T8" fmla="*/ 75 w 323"/>
                                  <a:gd name="T9" fmla="*/ 542 h 2160"/>
                                  <a:gd name="T10" fmla="*/ 131 w 323"/>
                                  <a:gd name="T11" fmla="*/ 729 h 2160"/>
                                  <a:gd name="T12" fmla="*/ 150 w 323"/>
                                  <a:gd name="T13" fmla="*/ 879 h 2160"/>
                                  <a:gd name="T14" fmla="*/ 178 w 323"/>
                                  <a:gd name="T15" fmla="*/ 982 h 2160"/>
                                  <a:gd name="T16" fmla="*/ 243 w 323"/>
                                  <a:gd name="T17" fmla="*/ 1225 h 2160"/>
                                  <a:gd name="T18" fmla="*/ 290 w 323"/>
                                  <a:gd name="T19" fmla="*/ 1599 h 2160"/>
                                  <a:gd name="T20" fmla="*/ 318 w 323"/>
                                  <a:gd name="T21" fmla="*/ 1973 h 2160"/>
                                  <a:gd name="T22" fmla="*/ 281 w 323"/>
                                  <a:gd name="T23" fmla="*/ 2160 h 21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23" h="2160">
                                    <a:moveTo>
                                      <a:pt x="19" y="0"/>
                                    </a:moveTo>
                                    <a:cubicBezTo>
                                      <a:pt x="18" y="3"/>
                                      <a:pt x="0" y="52"/>
                                      <a:pt x="0" y="56"/>
                                    </a:cubicBezTo>
                                    <a:cubicBezTo>
                                      <a:pt x="0" y="90"/>
                                      <a:pt x="18" y="127"/>
                                      <a:pt x="28" y="159"/>
                                    </a:cubicBezTo>
                                    <a:cubicBezTo>
                                      <a:pt x="35" y="249"/>
                                      <a:pt x="38" y="281"/>
                                      <a:pt x="56" y="355"/>
                                    </a:cubicBezTo>
                                    <a:cubicBezTo>
                                      <a:pt x="58" y="376"/>
                                      <a:pt x="66" y="502"/>
                                      <a:pt x="75" y="542"/>
                                    </a:cubicBezTo>
                                    <a:cubicBezTo>
                                      <a:pt x="90" y="605"/>
                                      <a:pt x="116" y="666"/>
                                      <a:pt x="131" y="729"/>
                                    </a:cubicBezTo>
                                    <a:cubicBezTo>
                                      <a:pt x="147" y="796"/>
                                      <a:pt x="137" y="789"/>
                                      <a:pt x="150" y="879"/>
                                    </a:cubicBezTo>
                                    <a:cubicBezTo>
                                      <a:pt x="155" y="914"/>
                                      <a:pt x="169" y="948"/>
                                      <a:pt x="178" y="982"/>
                                    </a:cubicBezTo>
                                    <a:cubicBezTo>
                                      <a:pt x="199" y="1063"/>
                                      <a:pt x="217" y="1145"/>
                                      <a:pt x="243" y="1225"/>
                                    </a:cubicBezTo>
                                    <a:cubicBezTo>
                                      <a:pt x="250" y="1405"/>
                                      <a:pt x="290" y="1421"/>
                                      <a:pt x="290" y="1599"/>
                                    </a:cubicBezTo>
                                    <a:cubicBezTo>
                                      <a:pt x="297" y="1721"/>
                                      <a:pt x="299" y="1853"/>
                                      <a:pt x="318" y="1973"/>
                                    </a:cubicBezTo>
                                    <a:cubicBezTo>
                                      <a:pt x="312" y="2067"/>
                                      <a:pt x="323" y="2095"/>
                                      <a:pt x="281" y="2160"/>
                                    </a:cubicBezTo>
                                  </a:path>
                                </a:pathLst>
                              </a:custGeom>
                              <a:noFill/>
                              <a:ln w="44450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12.25pt;margin-top:119.4pt;width:16.15pt;height:10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3,2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" path="m19,c18,3,,52,,56v,34,18,71,28,103c35,249,38,281,56,355v2,21,10,147,19,187c90,605,116,666,131,729v16,67,6,60,19,150c155,914,169,948,178,982v21,81,39,163,65,243c250,1405,290,1421,290,1599v7,122,9,254,28,374c312,2067,323,2095,281,2160e" filled="f" strokecolor="#7f7f7f [1612]" strokeweight="3.5pt">
                      <v:path arrowok="t" o:connecttype="custom" o:connectlocs="12065,0;0,35560;17780,100965;35560,225425;47625,344170;83185,462915;95250,558165;113030,623570;154305,777875;184150,1015365;201930,1252855;178435,1371600" o:connectangles="0,0,0,0,0,0,0,0,0,0,0,0"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2665730</wp:posOffset>
                      </wp:positionH>
                      <wp:positionV relativeFrom="paragraph">
                        <wp:posOffset>1278890</wp:posOffset>
                      </wp:positionV>
                      <wp:extent cx="90170" cy="260985"/>
                      <wp:effectExtent l="0" t="0" r="24130" b="24765"/>
                      <wp:wrapNone/>
                      <wp:docPr id="132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60985"/>
                              </a:xfrm>
                              <a:custGeom>
                                <a:avLst/>
                                <a:gdLst>
                                  <a:gd name="T0" fmla="*/ 47 w 142"/>
                                  <a:gd name="T1" fmla="*/ 365 h 411"/>
                                  <a:gd name="T2" fmla="*/ 131 w 142"/>
                                  <a:gd name="T3" fmla="*/ 355 h 411"/>
                                  <a:gd name="T4" fmla="*/ 122 w 142"/>
                                  <a:gd name="T5" fmla="*/ 318 h 411"/>
                                  <a:gd name="T6" fmla="*/ 66 w 142"/>
                                  <a:gd name="T7" fmla="*/ 299 h 411"/>
                                  <a:gd name="T8" fmla="*/ 75 w 142"/>
                                  <a:gd name="T9" fmla="*/ 159 h 411"/>
                                  <a:gd name="T10" fmla="*/ 56 w 142"/>
                                  <a:gd name="T11" fmla="*/ 9 h 411"/>
                                  <a:gd name="T12" fmla="*/ 28 w 142"/>
                                  <a:gd name="T13" fmla="*/ 0 h 411"/>
                                  <a:gd name="T14" fmla="*/ 10 w 142"/>
                                  <a:gd name="T15" fmla="*/ 56 h 411"/>
                                  <a:gd name="T16" fmla="*/ 0 w 142"/>
                                  <a:gd name="T17" fmla="*/ 84 h 411"/>
                                  <a:gd name="T18" fmla="*/ 38 w 142"/>
                                  <a:gd name="T19" fmla="*/ 234 h 411"/>
                                  <a:gd name="T20" fmla="*/ 56 w 142"/>
                                  <a:gd name="T21" fmla="*/ 290 h 411"/>
                                  <a:gd name="T22" fmla="*/ 75 w 142"/>
                                  <a:gd name="T23" fmla="*/ 411 h 4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42" h="411">
                                    <a:moveTo>
                                      <a:pt x="47" y="365"/>
                                    </a:moveTo>
                                    <a:cubicBezTo>
                                      <a:pt x="75" y="362"/>
                                      <a:pt x="107" y="370"/>
                                      <a:pt x="131" y="355"/>
                                    </a:cubicBezTo>
                                    <a:cubicBezTo>
                                      <a:pt x="142" y="348"/>
                                      <a:pt x="130" y="328"/>
                                      <a:pt x="122" y="318"/>
                                    </a:cubicBezTo>
                                    <a:cubicBezTo>
                                      <a:pt x="110" y="303"/>
                                      <a:pt x="85" y="306"/>
                                      <a:pt x="66" y="299"/>
                                    </a:cubicBezTo>
                                    <a:cubicBezTo>
                                      <a:pt x="76" y="238"/>
                                      <a:pt x="86" y="221"/>
                                      <a:pt x="75" y="159"/>
                                    </a:cubicBezTo>
                                    <a:cubicBezTo>
                                      <a:pt x="71" y="109"/>
                                      <a:pt x="84" y="51"/>
                                      <a:pt x="56" y="9"/>
                                    </a:cubicBezTo>
                                    <a:cubicBezTo>
                                      <a:pt x="50" y="1"/>
                                      <a:pt x="37" y="3"/>
                                      <a:pt x="28" y="0"/>
                                    </a:cubicBezTo>
                                    <a:cubicBezTo>
                                      <a:pt x="22" y="19"/>
                                      <a:pt x="16" y="37"/>
                                      <a:pt x="10" y="56"/>
                                    </a:cubicBezTo>
                                    <a:cubicBezTo>
                                      <a:pt x="7" y="65"/>
                                      <a:pt x="0" y="84"/>
                                      <a:pt x="0" y="84"/>
                                    </a:cubicBezTo>
                                    <a:cubicBezTo>
                                      <a:pt x="8" y="138"/>
                                      <a:pt x="21" y="183"/>
                                      <a:pt x="38" y="234"/>
                                    </a:cubicBezTo>
                                    <a:cubicBezTo>
                                      <a:pt x="44" y="253"/>
                                      <a:pt x="56" y="290"/>
                                      <a:pt x="56" y="290"/>
                                    </a:cubicBezTo>
                                    <a:cubicBezTo>
                                      <a:pt x="58" y="309"/>
                                      <a:pt x="75" y="381"/>
                                      <a:pt x="75" y="411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09.9pt;margin-top:100.7pt;width:7.1pt;height:20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4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" path="m47,365v28,-3,60,5,84,-10c142,348,130,328,122,318,110,303,85,306,66,299,76,238,86,221,75,159,71,109,84,51,56,9,50,1,37,3,28,,22,19,16,37,10,56,7,65,,84,,84v8,54,21,99,38,150c44,253,56,290,56,290v2,19,19,91,19,121e" fillcolor="gray [1629]" strokecolor="#7f7f7f [1612]">
                      <v:path arrowok="t" o:connecttype="custom" o:connectlocs="29845,231775;83185,225425;77470,201930;41910,189865;47625,100965;35560,5715;17780,0;6350,35560;0,53340;24130,148590;35560,184150;47625,260985" o:connectangles="0,0,0,0,0,0,0,0,0,0,0,0"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2742565</wp:posOffset>
                      </wp:positionH>
                      <wp:positionV relativeFrom="paragraph">
                        <wp:posOffset>1112520</wp:posOffset>
                      </wp:positionV>
                      <wp:extent cx="65405" cy="356235"/>
                      <wp:effectExtent l="15875" t="19050" r="13970" b="15240"/>
                      <wp:wrapNone/>
                      <wp:docPr id="131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5" cy="356235"/>
                              </a:xfrm>
                              <a:custGeom>
                                <a:avLst/>
                                <a:gdLst>
                                  <a:gd name="T0" fmla="*/ 56 w 103"/>
                                  <a:gd name="T1" fmla="*/ 0 h 561"/>
                                  <a:gd name="T2" fmla="*/ 0 w 103"/>
                                  <a:gd name="T3" fmla="*/ 75 h 561"/>
                                  <a:gd name="T4" fmla="*/ 28 w 103"/>
                                  <a:gd name="T5" fmla="*/ 159 h 561"/>
                                  <a:gd name="T6" fmla="*/ 19 w 103"/>
                                  <a:gd name="T7" fmla="*/ 243 h 561"/>
                                  <a:gd name="T8" fmla="*/ 28 w 103"/>
                                  <a:gd name="T9" fmla="*/ 318 h 561"/>
                                  <a:gd name="T10" fmla="*/ 56 w 103"/>
                                  <a:gd name="T11" fmla="*/ 327 h 561"/>
                                  <a:gd name="T12" fmla="*/ 38 w 103"/>
                                  <a:gd name="T13" fmla="*/ 477 h 561"/>
                                  <a:gd name="T14" fmla="*/ 84 w 103"/>
                                  <a:gd name="T15" fmla="*/ 561 h 561"/>
                                  <a:gd name="T16" fmla="*/ 47 w 103"/>
                                  <a:gd name="T17" fmla="*/ 356 h 561"/>
                                  <a:gd name="T18" fmla="*/ 56 w 103"/>
                                  <a:gd name="T19" fmla="*/ 0 h 5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03" h="561">
                                    <a:moveTo>
                                      <a:pt x="56" y="0"/>
                                    </a:moveTo>
                                    <a:cubicBezTo>
                                      <a:pt x="24" y="22"/>
                                      <a:pt x="13" y="38"/>
                                      <a:pt x="0" y="75"/>
                                    </a:cubicBezTo>
                                    <a:cubicBezTo>
                                      <a:pt x="10" y="103"/>
                                      <a:pt x="28" y="159"/>
                                      <a:pt x="28" y="159"/>
                                    </a:cubicBezTo>
                                    <a:cubicBezTo>
                                      <a:pt x="7" y="224"/>
                                      <a:pt x="4" y="196"/>
                                      <a:pt x="19" y="243"/>
                                    </a:cubicBezTo>
                                    <a:cubicBezTo>
                                      <a:pt x="22" y="268"/>
                                      <a:pt x="18" y="295"/>
                                      <a:pt x="28" y="318"/>
                                    </a:cubicBezTo>
                                    <a:cubicBezTo>
                                      <a:pt x="32" y="327"/>
                                      <a:pt x="55" y="317"/>
                                      <a:pt x="56" y="327"/>
                                    </a:cubicBezTo>
                                    <a:cubicBezTo>
                                      <a:pt x="66" y="397"/>
                                      <a:pt x="55" y="425"/>
                                      <a:pt x="38" y="477"/>
                                    </a:cubicBezTo>
                                    <a:cubicBezTo>
                                      <a:pt x="47" y="525"/>
                                      <a:pt x="37" y="546"/>
                                      <a:pt x="84" y="561"/>
                                    </a:cubicBezTo>
                                    <a:cubicBezTo>
                                      <a:pt x="103" y="489"/>
                                      <a:pt x="69" y="424"/>
                                      <a:pt x="47" y="356"/>
                                    </a:cubicBezTo>
                                    <a:cubicBezTo>
                                      <a:pt x="61" y="143"/>
                                      <a:pt x="56" y="262"/>
                                      <a:pt x="5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15.95pt;margin-top:87.6pt;width:5.15pt;height:28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,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" path="m56,c24,22,13,38,,75v10,28,28,84,28,84c7,224,4,196,19,243v3,25,-1,52,9,75c32,327,55,317,56,327v10,70,-1,98,-18,150c47,525,37,546,84,561,103,489,69,424,47,356,61,143,56,262,56,xe" fillcolor="gray [1629]" strokecolor="#7f7f7f [1612]">
                      <v:path arrowok="t" o:connecttype="custom" o:connectlocs="35560,0;0,47625;17780,100965;12065,154305;17780,201930;35560,207645;24130,302895;53340,356235;29845,226060;35560,0" o:connectangles="0,0,0,0,0,0,0,0,0,0"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2793365</wp:posOffset>
                      </wp:positionH>
                      <wp:positionV relativeFrom="paragraph">
                        <wp:posOffset>-11430</wp:posOffset>
                      </wp:positionV>
                      <wp:extent cx="1181100" cy="514350"/>
                      <wp:effectExtent l="9525" t="9525" r="9525" b="9525"/>
                      <wp:wrapNone/>
                      <wp:docPr id="130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1100" cy="5143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26" o:spid="_x0000_s1026" style="position:absolute;margin-left:219.95pt;margin-top:-.9pt;width:93pt;height:4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" fillcolor="white [3212]" strokecolor="white [3212]"/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4951158A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3169285"/>
                      <wp:effectExtent l="0" t="0" r="8255" b="190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31692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947" w:rsidRPr="00DA781F" w:rsidRDefault="00F65947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Biphasic, irregular calcific atheroma noted. </w:t>
                                  </w: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proximally, reformed distal thigh 5-6cm </w:t>
                                  </w:r>
                                  <w:r w:rsidR="004A031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above knee, dampened monophasic,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18cm/s.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Monophasic 19cm/s.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Monophasic 16cm/s.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Pr="00D22C7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Diffusely calcified with acoustic shadowing therefore segmentally visualised.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</w:t>
                                  </w:r>
                                  <w:r w:rsidR="004A031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throughout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26.9 cm/s.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57177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shortly after origin, no reformation noted.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 throughout dampened monophasic  prox  and mid, ankle 36cm/s.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7" type="#_x0000_t202" style="position:absolute;margin-left:383.35pt;margin-top:75.1pt;width:129.85pt;height:249.5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R06uQIAAM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F65947" w:rsidRPr="00DA781F" w:rsidRDefault="00F65947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Biphasic, irregular calcific atheroma noted. </w:t>
                            </w: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Occluded proximally, reformed distal thigh 5-6cm </w:t>
                            </w:r>
                            <w:r w:rsidR="004A0314">
                              <w:rPr>
                                <w:color w:val="000000"/>
                                <w:sz w:val="14"/>
                                <w:szCs w:val="14"/>
                              </w:rPr>
                              <w:t>above knee, dampened monophasic,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18cm/s.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 19cm/s.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 16cm/s.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Pr="00D22C7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Diffusely calcified with acoustic shadowing therefore segmentally visualised.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</w:t>
                            </w:r>
                            <w:r w:rsidR="004A031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throughout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26.9 cm/s.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57177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Occluded shortly after origin, no reformation noted.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 throughout dampened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monophasic 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prox</w:t>
                            </w:r>
                            <w:proofErr w:type="spellEnd"/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 and mid, ankle 36cm/s.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951158B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0" t="635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947" w:rsidRPr="00DA781F" w:rsidRDefault="00F65947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visualised. </w:t>
                                  </w:r>
                                </w:p>
                                <w:p w:rsidR="00F65947" w:rsidRPr="00FA7ABC" w:rsidRDefault="00F65947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8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F65947" w:rsidRPr="00DA781F" w:rsidRDefault="00F65947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visualised. </w:t>
                            </w:r>
                          </w:p>
                          <w:p w:rsidR="00F65947" w:rsidRPr="00FA7ABC" w:rsidRDefault="00F65947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521C5B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4951158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3271520"/>
                      <wp:effectExtent l="0" t="1270" r="0" b="381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947" w:rsidRPr="00DA781F" w:rsidRDefault="00F65947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 LEG:</w:t>
                                  </w:r>
                                </w:p>
                                <w:p w:rsidR="00F65947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Biphasic, irregular calcific atheroma noted.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Max PSV of  2.50m/s.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Max PSV of  4.4m/s, unable tyo accureately grade due to calcific atheroma, &gt;50%, biphasic to the distal thigh.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Patent/Occluded/Stenosis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Triphasic/Biphasic/Monophasic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Biphasic, calcified.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Diffusely calcified with acoustic shadowing therefore segmentally visualised.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50-75% stenosis, mid-calf 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Diffusely narrowed, monophasic, occluded mid-distal calf, reformed biphasic 32cm/s at the ankle.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65947" w:rsidRPr="00DA781F" w:rsidRDefault="00F65947" w:rsidP="00D22C7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 biphasic throughout. </w:t>
                                  </w:r>
                                </w:p>
                                <w:p w:rsidR="00F65947" w:rsidRPr="00DA781F" w:rsidRDefault="00F65947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9" type="#_x0000_t202" style="position:absolute;margin-left:.55pt;margin-top:75.1pt;width:139.7pt;height:257.6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F65947" w:rsidRPr="00DA781F" w:rsidRDefault="00F65947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 LEG:</w:t>
                            </w:r>
                          </w:p>
                          <w:p w:rsidR="00F65947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Biphasic, irregular calcific atheroma noted.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Max PSV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of  2.50m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/s.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Max PSV of  4.4m/s, unable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tyo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accureately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grade due to calcific atheroma, &gt;50%, biphasic to the distal thigh.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Patent/Occluded/Stenosis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Triphasic/Biphasic/Monophasic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Biphasic, calcified.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Diffusely calcified with acoustic shadowing therefore segmentally visualised.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50-75% stenosis, mid-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calf .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Diffusely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narrowed, monophasic, occluded mid-distal calf, reformed biphasic 32cm/s at the ankle.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65947" w:rsidRPr="00DA781F" w:rsidRDefault="00F65947" w:rsidP="00D22C7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 biphasic throughout. </w:t>
                            </w:r>
                          </w:p>
                          <w:p w:rsidR="00F65947" w:rsidRPr="00DA781F" w:rsidRDefault="00F65947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3A5E65">
        <w:trPr>
          <w:trHeight w:hRule="exact" w:val="9027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E17436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9E0202" w:rsidRPr="000A240A" w:rsidRDefault="000A240A" w:rsidP="00DC01AB">
            <w:pPr>
              <w:pStyle w:val="CUSTOMColumnText"/>
              <w:rPr>
                <w:b/>
                <w:sz w:val="21"/>
                <w:szCs w:val="21"/>
                <w:u w:val="single"/>
              </w:rPr>
            </w:pPr>
            <w:r w:rsidRPr="000A240A">
              <w:rPr>
                <w:b/>
                <w:sz w:val="21"/>
                <w:szCs w:val="21"/>
                <w:u w:val="single"/>
              </w:rPr>
              <w:t>Abdomen:</w:t>
            </w:r>
          </w:p>
          <w:p w:rsidR="000A240A" w:rsidRDefault="000A240A" w:rsidP="00DC01AB">
            <w:pPr>
              <w:pStyle w:val="CUSTOMColumnText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Was not visualised due to time constraints, however previous exam stated no evidence of AAA. </w:t>
            </w:r>
          </w:p>
          <w:p w:rsidR="000A240A" w:rsidRDefault="000A240A" w:rsidP="00DC01AB">
            <w:pPr>
              <w:pStyle w:val="CUSTOMColumnText"/>
              <w:rPr>
                <w:sz w:val="21"/>
                <w:szCs w:val="21"/>
              </w:rPr>
            </w:pPr>
          </w:p>
          <w:p w:rsidR="000A240A" w:rsidRPr="002D6F1F" w:rsidRDefault="002D6F1F" w:rsidP="00DC01AB">
            <w:pPr>
              <w:pStyle w:val="CUSTOMColumnText"/>
              <w:rPr>
                <w:b/>
                <w:u w:val="single"/>
              </w:rPr>
            </w:pPr>
            <w:r w:rsidRPr="002D6F1F">
              <w:rPr>
                <w:b/>
                <w:u w:val="single"/>
              </w:rPr>
              <w:t>Right Lower Extremity:</w:t>
            </w:r>
          </w:p>
          <w:p w:rsidR="002D6F1F" w:rsidRDefault="002D6F1F" w:rsidP="00DC01AB">
            <w:pPr>
              <w:pStyle w:val="CUSTOMColumnText"/>
            </w:pPr>
          </w:p>
          <w:p w:rsidR="002D6F1F" w:rsidRDefault="002D6F1F" w:rsidP="00DC01AB">
            <w:pPr>
              <w:pStyle w:val="CUSTOMColumnText"/>
            </w:pPr>
            <w:r>
              <w:t>The CFA is calcified with irregular atheroma with biphasic waveforms noted. The Profunda femoral presents with biphasic waveforms with a PSV of 2.5m/s unable to accurately grade stenosis due to acoustic shadowing</w:t>
            </w:r>
            <w:r w:rsidR="00F65947">
              <w:t>.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SFA is presents with a short segment of calcific atheroma 1-2cm post origin with a max PSV of 4.5m/s, suggestive of a &gt;50% stenosis. The remaining vessel is diffusely calcified with irregular atheroma noted; biphasic waveforms are noted to the distal thigh.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popliteal presents with biphasic waveforms a mild diffuse atheroma.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TPT presents with biphasic waveforms.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PTA is diffusely calcific with acoustic shadowing and signal loss. The proximal vessel is patent with monophasic waveforms to the-mid calf. The artery was observed to have no colour or Doppler flow detected to the ankle. The vessel reforms at the ankle with biphasic waveforms noted from a collateral from peroneal.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Peroneal is patent throughout with biphasic waveforms noted.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 w:rsidRPr="00F65947">
              <w:t>Th</w:t>
            </w:r>
            <w:r>
              <w:t>e ATA is patent with a max PSV of 82cm/s and PSVR of 2.5, suggestive of a 50-75% stenosis. Monophasic waveforms are noted at the ankle.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  <w:rPr>
                <w:b/>
                <w:u w:val="single"/>
              </w:rPr>
            </w:pPr>
            <w:r w:rsidRPr="00F65947">
              <w:rPr>
                <w:b/>
                <w:u w:val="single"/>
              </w:rPr>
              <w:t xml:space="preserve">Left Lower Extremity: </w:t>
            </w:r>
          </w:p>
          <w:p w:rsidR="00F65947" w:rsidRDefault="00F65947" w:rsidP="00DC01AB">
            <w:pPr>
              <w:pStyle w:val="CUSTOMColumnText"/>
            </w:pPr>
            <w:r w:rsidRPr="00F65947">
              <w:t xml:space="preserve">The CFA is patent with biphasic waveforms noted and calcific atheroma. </w:t>
            </w:r>
            <w:r>
              <w:t>The SFA is occluded at the origin to the mid-thigh with no colour or Doppler flow detected. The distal SFA is reformed with dampened monophasic waveforms noted, 16cm/s.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 xml:space="preserve">The popliteal is patent with monophasic waveforms 19cm/s pre-TPT. 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>The TPT is patent with dampened monophasic waveforms 16cm/s.</w:t>
            </w:r>
          </w:p>
          <w:p w:rsidR="00F65947" w:rsidRDefault="00F65947" w:rsidP="00DC01AB">
            <w:pPr>
              <w:pStyle w:val="CUSTOMColumnText"/>
            </w:pPr>
          </w:p>
          <w:p w:rsidR="00F65947" w:rsidRDefault="00F65947" w:rsidP="00DC01AB">
            <w:pPr>
              <w:pStyle w:val="CUSTOMColumnText"/>
            </w:pPr>
            <w:r>
              <w:t>The PTA is patent proximally however occludes shortly post origin with no colour or Doppler detected to the an</w:t>
            </w:r>
            <w:r w:rsidR="003A5E65">
              <w:t xml:space="preserve">kle. No reformation is noted. </w:t>
            </w:r>
          </w:p>
          <w:p w:rsidR="003A5E65" w:rsidRDefault="003A5E65" w:rsidP="00DC01AB">
            <w:pPr>
              <w:pStyle w:val="CUSTOMColumnText"/>
            </w:pPr>
          </w:p>
          <w:p w:rsidR="003A5E65" w:rsidRDefault="003A5E65" w:rsidP="00DC01AB">
            <w:pPr>
              <w:pStyle w:val="CUSTOMColumnText"/>
            </w:pPr>
            <w:r>
              <w:t>The peroneal is paten throughout with monophasic waveforms, 38cm/s.</w:t>
            </w:r>
          </w:p>
          <w:p w:rsidR="003A5E65" w:rsidRDefault="003A5E65" w:rsidP="00DC01AB">
            <w:pPr>
              <w:pStyle w:val="CUSTOMColumnText"/>
            </w:pPr>
          </w:p>
          <w:p w:rsidR="003A5E65" w:rsidRPr="00F65947" w:rsidRDefault="003A5E65" w:rsidP="00DC01AB">
            <w:pPr>
              <w:pStyle w:val="CUSTOMColumnText"/>
            </w:pPr>
            <w:r>
              <w:t xml:space="preserve">The ATA is patent throughout with monophasic waveforms, 35cm/s.                   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F65947" w:rsidRDefault="00F65947" w:rsidP="00F65947">
            <w:pPr>
              <w:pStyle w:val="CUSTOMBoldColumnHeading"/>
              <w:spacing w:after="60"/>
            </w:pPr>
          </w:p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947" w:rsidRDefault="00F65947" w:rsidP="005748E3">
      <w:pPr>
        <w:spacing w:after="0" w:line="240" w:lineRule="auto"/>
      </w:pPr>
      <w:r>
        <w:separator/>
      </w:r>
    </w:p>
  </w:endnote>
  <w:endnote w:type="continuationSeparator" w:id="0">
    <w:p w:rsidR="00F65947" w:rsidRDefault="00F65947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947" w:rsidRDefault="00F65947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8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9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20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947" w:rsidRPr="00734451" w:rsidRDefault="00F65947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42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947" w:rsidRPr="00734451" w:rsidRDefault="00F65947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51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52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53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5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65947" w:rsidRPr="00734451" w:rsidRDefault="00F65947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57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58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9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947" w:rsidRPr="00734451" w:rsidRDefault="00F65947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0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61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2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5947" w:rsidRPr="00734451" w:rsidRDefault="00F65947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2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3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4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5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6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F65947" w:rsidRPr="00734451" w:rsidRDefault="00F65947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7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8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39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F65947" w:rsidRPr="00734451" w:rsidRDefault="00F65947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40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1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2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3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4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F65947" w:rsidRPr="00734451" w:rsidRDefault="00F65947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5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6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7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8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F65947" w:rsidRPr="00734451" w:rsidRDefault="00F65947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9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50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1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F65947" w:rsidRPr="00734451" w:rsidRDefault="00F65947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947" w:rsidRDefault="00F65947" w:rsidP="005748E3">
      <w:pPr>
        <w:spacing w:after="0" w:line="240" w:lineRule="auto"/>
      </w:pPr>
      <w:r>
        <w:separator/>
      </w:r>
    </w:p>
  </w:footnote>
  <w:footnote w:type="continuationSeparator" w:id="0">
    <w:p w:rsidR="00F65947" w:rsidRDefault="00F65947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947" w:rsidRDefault="00F65947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947" w:rsidRDefault="00F65947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0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F65947" w:rsidRDefault="00F65947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5947" w:rsidRDefault="00F65947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65947" w:rsidRDefault="00F65947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F65947" w:rsidRDefault="00F65947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069]" strokecolor="none [3069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0A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A240A"/>
    <w:rsid w:val="000B1F8C"/>
    <w:rsid w:val="000C302A"/>
    <w:rsid w:val="000D03AD"/>
    <w:rsid w:val="000D12F2"/>
    <w:rsid w:val="000E220B"/>
    <w:rsid w:val="001346C4"/>
    <w:rsid w:val="0014708E"/>
    <w:rsid w:val="00156E8E"/>
    <w:rsid w:val="00186F8F"/>
    <w:rsid w:val="00191142"/>
    <w:rsid w:val="00196CF5"/>
    <w:rsid w:val="001A0461"/>
    <w:rsid w:val="001A7AF4"/>
    <w:rsid w:val="001B24B5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A430F"/>
    <w:rsid w:val="002A4EEF"/>
    <w:rsid w:val="002C6A41"/>
    <w:rsid w:val="002D4419"/>
    <w:rsid w:val="002D613D"/>
    <w:rsid w:val="002D6F1F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5E65"/>
    <w:rsid w:val="003A6622"/>
    <w:rsid w:val="003C0B62"/>
    <w:rsid w:val="003E131B"/>
    <w:rsid w:val="003E1E07"/>
    <w:rsid w:val="003F7EB7"/>
    <w:rsid w:val="0040168D"/>
    <w:rsid w:val="004071DB"/>
    <w:rsid w:val="00411FD4"/>
    <w:rsid w:val="00425ED0"/>
    <w:rsid w:val="004353A0"/>
    <w:rsid w:val="004520A0"/>
    <w:rsid w:val="004767D0"/>
    <w:rsid w:val="00477D62"/>
    <w:rsid w:val="004A0314"/>
    <w:rsid w:val="004A3BCC"/>
    <w:rsid w:val="004C122B"/>
    <w:rsid w:val="004E0025"/>
    <w:rsid w:val="004E1746"/>
    <w:rsid w:val="004E3E95"/>
    <w:rsid w:val="004F4E3F"/>
    <w:rsid w:val="005042CB"/>
    <w:rsid w:val="005060EC"/>
    <w:rsid w:val="00521C5B"/>
    <w:rsid w:val="00525F48"/>
    <w:rsid w:val="00543410"/>
    <w:rsid w:val="00543DEF"/>
    <w:rsid w:val="00552A95"/>
    <w:rsid w:val="005534C2"/>
    <w:rsid w:val="005606F1"/>
    <w:rsid w:val="0057177C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D3CE8"/>
    <w:rsid w:val="006D59BA"/>
    <w:rsid w:val="00701D82"/>
    <w:rsid w:val="007102C1"/>
    <w:rsid w:val="007112FB"/>
    <w:rsid w:val="00721A7D"/>
    <w:rsid w:val="0078169E"/>
    <w:rsid w:val="007E5FF2"/>
    <w:rsid w:val="007E7F55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68D9"/>
    <w:rsid w:val="008E77CD"/>
    <w:rsid w:val="008F2E7E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A43DF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A5B58"/>
    <w:rsid w:val="00CB3119"/>
    <w:rsid w:val="00D065FF"/>
    <w:rsid w:val="00D22C7D"/>
    <w:rsid w:val="00D35CC3"/>
    <w:rsid w:val="00D83824"/>
    <w:rsid w:val="00D86277"/>
    <w:rsid w:val="00D94904"/>
    <w:rsid w:val="00DA781F"/>
    <w:rsid w:val="00DC01AB"/>
    <w:rsid w:val="00DC47D6"/>
    <w:rsid w:val="00DC5770"/>
    <w:rsid w:val="00DD0B20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65947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069]" strokecolor="none [3069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y%20Reports\Bilat%20Arterial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60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 Sims</cp:lastModifiedBy>
  <cp:revision>6</cp:revision>
  <cp:lastPrinted>2019-07-25T14:29:00Z</cp:lastPrinted>
  <dcterms:created xsi:type="dcterms:W3CDTF">2019-07-25T13:08:00Z</dcterms:created>
  <dcterms:modified xsi:type="dcterms:W3CDTF">2019-10-15T09:46:00Z</dcterms:modified>
</cp:coreProperties>
</file>